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09C" w:rsidRPr="003D49D2" w:rsidRDefault="005A309C" w:rsidP="00980558">
      <w:pPr>
        <w:autoSpaceDE w:val="0"/>
        <w:autoSpaceDN w:val="0"/>
        <w:adjustRightInd w:val="0"/>
        <w:spacing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980558">
      <w:pPr>
        <w:spacing w:after="0"/>
        <w:ind w:left="-142" w:firstLine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980558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980558" w:rsidRDefault="005A309C" w:rsidP="00054CB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030D5D" w:rsidRPr="005A309C" w:rsidRDefault="00030D5D" w:rsidP="0098055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0A81" w:rsidRDefault="006D06F2" w:rsidP="007F0A8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>Р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А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С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П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О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Р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Я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Ж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Е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Н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И</w:t>
      </w:r>
      <w:r w:rsidR="008E13C8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noProof/>
          <w:sz w:val="28"/>
          <w:szCs w:val="28"/>
        </w:rPr>
        <w:t>Е</w:t>
      </w:r>
    </w:p>
    <w:p w:rsidR="0081002D" w:rsidRDefault="008E13C8" w:rsidP="007F0A8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8E13C8" w:rsidRDefault="008E13C8" w:rsidP="007F0A8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5A309C" w:rsidRPr="00B52FD2" w:rsidRDefault="006A59F4" w:rsidP="007F0A8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34FB0">
        <w:rPr>
          <w:rFonts w:ascii="Times New Roman" w:hAnsi="Times New Roman" w:cs="Times New Roman"/>
        </w:rPr>
        <w:t xml:space="preserve">от </w:t>
      </w:r>
      <w:r w:rsidR="00A34FB0">
        <w:rPr>
          <w:rFonts w:ascii="Times New Roman" w:hAnsi="Times New Roman" w:cs="Times New Roman"/>
        </w:rPr>
        <w:t>«</w:t>
      </w:r>
      <w:r w:rsidR="008E13C8">
        <w:rPr>
          <w:rFonts w:ascii="Times New Roman" w:hAnsi="Times New Roman" w:cs="Times New Roman"/>
        </w:rPr>
        <w:t xml:space="preserve"> 17 </w:t>
      </w:r>
      <w:r w:rsidR="00A34FB0">
        <w:rPr>
          <w:rFonts w:ascii="Times New Roman" w:hAnsi="Times New Roman" w:cs="Times New Roman"/>
        </w:rPr>
        <w:t>»</w:t>
      </w:r>
      <w:r w:rsidR="00A96EF0" w:rsidRPr="00A34FB0">
        <w:rPr>
          <w:rFonts w:ascii="Times New Roman" w:hAnsi="Times New Roman" w:cs="Times New Roman"/>
        </w:rPr>
        <w:t xml:space="preserve"> </w:t>
      </w:r>
      <w:r w:rsidR="008E13C8">
        <w:rPr>
          <w:rFonts w:ascii="Times New Roman" w:hAnsi="Times New Roman" w:cs="Times New Roman"/>
        </w:rPr>
        <w:t>марта</w:t>
      </w:r>
      <w:r w:rsidR="00A96EF0" w:rsidRPr="00A34FB0">
        <w:rPr>
          <w:rFonts w:ascii="Times New Roman" w:hAnsi="Times New Roman" w:cs="Times New Roman"/>
        </w:rPr>
        <w:t xml:space="preserve"> 202</w:t>
      </w:r>
      <w:r w:rsidR="00A34FB0">
        <w:rPr>
          <w:rFonts w:ascii="Times New Roman" w:hAnsi="Times New Roman" w:cs="Times New Roman"/>
        </w:rPr>
        <w:t>5</w:t>
      </w:r>
      <w:r w:rsidR="00A96EF0" w:rsidRPr="00A34FB0">
        <w:rPr>
          <w:rFonts w:ascii="Times New Roman" w:hAnsi="Times New Roman" w:cs="Times New Roman"/>
        </w:rPr>
        <w:t xml:space="preserve"> </w:t>
      </w:r>
      <w:r w:rsidR="0081002D" w:rsidRPr="00A34FB0">
        <w:rPr>
          <w:rFonts w:ascii="Times New Roman" w:hAnsi="Times New Roman" w:cs="Times New Roman"/>
        </w:rPr>
        <w:t xml:space="preserve">года </w:t>
      </w:r>
      <w:r w:rsidR="00A96EF0" w:rsidRPr="00A34FB0">
        <w:rPr>
          <w:rFonts w:ascii="Times New Roman" w:hAnsi="Times New Roman" w:cs="Times New Roman"/>
        </w:rPr>
        <w:t xml:space="preserve"> </w:t>
      </w:r>
      <w:r w:rsidR="005A309C" w:rsidRPr="00A34FB0">
        <w:rPr>
          <w:rFonts w:ascii="Times New Roman" w:hAnsi="Times New Roman" w:cs="Times New Roman"/>
        </w:rPr>
        <w:t>№</w:t>
      </w:r>
      <w:r w:rsidR="00A96EF0" w:rsidRPr="00A34FB0">
        <w:rPr>
          <w:rFonts w:ascii="Times New Roman" w:hAnsi="Times New Roman" w:cs="Times New Roman"/>
        </w:rPr>
        <w:t xml:space="preserve"> </w:t>
      </w:r>
      <w:r w:rsidR="008E13C8">
        <w:rPr>
          <w:rFonts w:ascii="Times New Roman" w:hAnsi="Times New Roman" w:cs="Times New Roman"/>
        </w:rPr>
        <w:t>93-р</w:t>
      </w:r>
      <w:r w:rsidR="005A309C" w:rsidRPr="00B52FD2">
        <w:rPr>
          <w:rFonts w:ascii="Times New Roman" w:hAnsi="Times New Roman" w:cs="Times New Roman"/>
        </w:rPr>
        <w:t xml:space="preserve"> </w:t>
      </w:r>
    </w:p>
    <w:p w:rsidR="007F0A81" w:rsidRDefault="007F0A81" w:rsidP="00054CB7">
      <w:pPr>
        <w:spacing w:after="0"/>
        <w:rPr>
          <w:rFonts w:ascii="Times New Roman" w:hAnsi="Times New Roman" w:cs="Times New Roman"/>
        </w:rPr>
      </w:pPr>
    </w:p>
    <w:p w:rsidR="008E13C8" w:rsidRPr="00B52FD2" w:rsidRDefault="008E13C8" w:rsidP="00054CB7">
      <w:pPr>
        <w:spacing w:after="0"/>
        <w:rPr>
          <w:rFonts w:ascii="Times New Roman" w:hAnsi="Times New Roman" w:cs="Times New Roman"/>
        </w:rPr>
      </w:pPr>
    </w:p>
    <w:p w:rsidR="00980558" w:rsidRDefault="00980558" w:rsidP="007F0A8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80558"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980558" w:rsidRDefault="00980558" w:rsidP="007F0A8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980558" w:rsidRPr="00980558" w:rsidRDefault="00980558" w:rsidP="007F0A8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A91655" w:rsidRDefault="00A02D09" w:rsidP="00A02D0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351EF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51EF">
        <w:rPr>
          <w:rFonts w:ascii="Times New Roman" w:hAnsi="Times New Roman" w:cs="Times New Roman"/>
          <w:b/>
          <w:sz w:val="28"/>
          <w:szCs w:val="28"/>
        </w:rPr>
        <w:t xml:space="preserve">утверждении Плана </w:t>
      </w:r>
      <w:r w:rsidR="00A34FB0">
        <w:rPr>
          <w:rFonts w:ascii="Times New Roman" w:hAnsi="Times New Roman" w:cs="Times New Roman"/>
          <w:b/>
          <w:sz w:val="28"/>
          <w:szCs w:val="28"/>
        </w:rPr>
        <w:t xml:space="preserve">действий </w:t>
      </w:r>
    </w:p>
    <w:p w:rsidR="00A91655" w:rsidRDefault="00A34FB0" w:rsidP="00A02D0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FB0">
        <w:rPr>
          <w:rFonts w:ascii="Times New Roman" w:hAnsi="Times New Roman" w:cs="Times New Roman"/>
          <w:b/>
          <w:sz w:val="28"/>
          <w:szCs w:val="28"/>
        </w:rPr>
        <w:t>Красноборского муниципального</w:t>
      </w:r>
    </w:p>
    <w:p w:rsidR="00A91655" w:rsidRDefault="00A34FB0" w:rsidP="00A02D0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FB0">
        <w:rPr>
          <w:rFonts w:ascii="Times New Roman" w:hAnsi="Times New Roman" w:cs="Times New Roman"/>
          <w:b/>
          <w:sz w:val="28"/>
          <w:szCs w:val="28"/>
        </w:rPr>
        <w:t xml:space="preserve"> округа Архангельской области </w:t>
      </w:r>
    </w:p>
    <w:p w:rsidR="00A91655" w:rsidRDefault="00A34FB0" w:rsidP="00A02D0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FB0">
        <w:rPr>
          <w:rFonts w:ascii="Times New Roman" w:hAnsi="Times New Roman" w:cs="Times New Roman"/>
          <w:b/>
          <w:sz w:val="28"/>
          <w:szCs w:val="28"/>
        </w:rPr>
        <w:t>при угрозе и возникновении</w:t>
      </w:r>
    </w:p>
    <w:p w:rsidR="00A91655" w:rsidRDefault="00A34FB0" w:rsidP="00A02D0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FB0">
        <w:rPr>
          <w:rFonts w:ascii="Times New Roman" w:hAnsi="Times New Roman" w:cs="Times New Roman"/>
          <w:b/>
          <w:sz w:val="28"/>
          <w:szCs w:val="28"/>
        </w:rPr>
        <w:t xml:space="preserve"> технологических нарушений и</w:t>
      </w:r>
    </w:p>
    <w:p w:rsidR="00A91655" w:rsidRDefault="00A34FB0" w:rsidP="00A02D0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FB0">
        <w:rPr>
          <w:rFonts w:ascii="Times New Roman" w:hAnsi="Times New Roman" w:cs="Times New Roman"/>
          <w:b/>
          <w:sz w:val="28"/>
          <w:szCs w:val="28"/>
        </w:rPr>
        <w:t xml:space="preserve"> аварийных ситуаций на объектах</w:t>
      </w:r>
    </w:p>
    <w:p w:rsidR="00A91655" w:rsidRDefault="00A34FB0" w:rsidP="00A02D0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FB0">
        <w:rPr>
          <w:rFonts w:ascii="Times New Roman" w:hAnsi="Times New Roman" w:cs="Times New Roman"/>
          <w:b/>
          <w:sz w:val="28"/>
          <w:szCs w:val="28"/>
        </w:rPr>
        <w:t xml:space="preserve"> ЖКХ, теплоснабжения и энергетики</w:t>
      </w:r>
    </w:p>
    <w:p w:rsidR="005122F5" w:rsidRPr="005122F5" w:rsidRDefault="00A34FB0" w:rsidP="00A02D09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FB0">
        <w:rPr>
          <w:rFonts w:ascii="Times New Roman" w:hAnsi="Times New Roman" w:cs="Times New Roman"/>
          <w:b/>
          <w:sz w:val="28"/>
          <w:szCs w:val="28"/>
        </w:rPr>
        <w:t xml:space="preserve"> в отопительный период 2025-2026 гг.</w:t>
      </w:r>
    </w:p>
    <w:p w:rsidR="007F0A81" w:rsidRDefault="007F0A81" w:rsidP="007F0A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22F5" w:rsidRDefault="005122F5" w:rsidP="00980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9E9" w:rsidRPr="004B19E9" w:rsidRDefault="004B19E9" w:rsidP="004B1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B19E9">
        <w:rPr>
          <w:rFonts w:ascii="Times New Roman" w:hAnsi="Times New Roman" w:cs="Times New Roman"/>
          <w:sz w:val="28"/>
          <w:szCs w:val="28"/>
        </w:rPr>
        <w:t xml:space="preserve">В </w:t>
      </w:r>
      <w:r w:rsidR="00A34FB0">
        <w:rPr>
          <w:rFonts w:ascii="Times New Roman" w:hAnsi="Times New Roman" w:cs="Times New Roman"/>
          <w:sz w:val="28"/>
          <w:szCs w:val="28"/>
        </w:rPr>
        <w:t xml:space="preserve">целях </w:t>
      </w:r>
      <w:r w:rsidRPr="004B19E9">
        <w:rPr>
          <w:rFonts w:ascii="Times New Roman" w:hAnsi="Times New Roman" w:cs="Times New Roman"/>
          <w:sz w:val="28"/>
          <w:szCs w:val="28"/>
        </w:rPr>
        <w:t>обеспечения надёжного и бесперебойного теплоснабжения потребителей на территории Красноборского муниципального округа</w:t>
      </w:r>
      <w:r w:rsidR="006D06F2">
        <w:rPr>
          <w:rFonts w:ascii="Times New Roman" w:hAnsi="Times New Roman" w:cs="Times New Roman"/>
          <w:sz w:val="28"/>
          <w:szCs w:val="28"/>
        </w:rPr>
        <w:t>:</w:t>
      </w:r>
      <w:r w:rsidRPr="004B19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19E9" w:rsidRPr="004B19E9" w:rsidRDefault="004B19E9" w:rsidP="00A34FB0">
      <w:pPr>
        <w:pStyle w:val="ab"/>
        <w:numPr>
          <w:ilvl w:val="0"/>
          <w:numId w:val="3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4B19E9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="005D6361" w:rsidRPr="005D6361">
        <w:rPr>
          <w:rFonts w:ascii="Times New Roman" w:hAnsi="Times New Roman" w:cs="Times New Roman"/>
          <w:sz w:val="28"/>
          <w:szCs w:val="28"/>
        </w:rPr>
        <w:t>план действий</w:t>
      </w:r>
      <w:r w:rsidR="005D6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4FB0" w:rsidRPr="00A34FB0">
        <w:rPr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="00A34FB0">
        <w:rPr>
          <w:rFonts w:ascii="Times New Roman" w:hAnsi="Times New Roman" w:cs="Times New Roman"/>
          <w:sz w:val="28"/>
          <w:szCs w:val="28"/>
        </w:rPr>
        <w:t xml:space="preserve"> </w:t>
      </w:r>
      <w:r w:rsidR="00A34FB0" w:rsidRPr="00A34FB0">
        <w:rPr>
          <w:rFonts w:ascii="Times New Roman" w:hAnsi="Times New Roman" w:cs="Times New Roman"/>
          <w:sz w:val="28"/>
          <w:szCs w:val="28"/>
        </w:rPr>
        <w:t>Архангельской области при угрозе и возникновении технологических нарушений и аварийных ситуаций на объектах ЖКХ, теплоснабжения и энергетики в отопительный период 2025-2026 гг.</w:t>
      </w:r>
    </w:p>
    <w:p w:rsidR="00953951" w:rsidRPr="00A34FB0" w:rsidRDefault="00A34FB0" w:rsidP="00A34FB0">
      <w:pPr>
        <w:pStyle w:val="ab"/>
        <w:numPr>
          <w:ilvl w:val="0"/>
          <w:numId w:val="3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3180312"/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6D06F2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подлежит размещению </w:t>
      </w:r>
      <w:r w:rsidR="007B4D4C">
        <w:rPr>
          <w:rFonts w:ascii="Times New Roman" w:hAnsi="Times New Roman" w:cs="Times New Roman"/>
          <w:sz w:val="28"/>
          <w:szCs w:val="28"/>
        </w:rPr>
        <w:t>на официальном сайте администрации Красноборского муниципального округа.</w:t>
      </w:r>
      <w:r w:rsidR="004B19E9" w:rsidRPr="00A34FB0">
        <w:rPr>
          <w:rFonts w:ascii="Times New Roman" w:hAnsi="Times New Roman" w:cs="Times New Roman"/>
          <w:sz w:val="28"/>
          <w:szCs w:val="28"/>
        </w:rPr>
        <w:t xml:space="preserve"> </w:t>
      </w:r>
      <w:r w:rsidR="00A96EF0" w:rsidRPr="00A34FB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1622F0" w:rsidRDefault="001622F0" w:rsidP="009805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123B" w:rsidRPr="005122F5" w:rsidRDefault="0021123B" w:rsidP="009805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D4C" w:rsidRDefault="007B4D4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Исполняющий обязанности г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</w:p>
    <w:p w:rsidR="00B52FD2" w:rsidRDefault="005A309C" w:rsidP="007B4D4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5A309C">
        <w:rPr>
          <w:rFonts w:ascii="Times New Roman" w:hAnsi="Times New Roman" w:cs="Times New Roman"/>
          <w:color w:val="000000"/>
          <w:sz w:val="28"/>
          <w:szCs w:val="28"/>
        </w:rPr>
        <w:t>Красноборского</w:t>
      </w:r>
      <w:r w:rsidR="007B4D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 w:rsidR="007B4D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B4D4C">
        <w:rPr>
          <w:rFonts w:ascii="Times New Roman" w:hAnsi="Times New Roman" w:cs="Times New Roman"/>
          <w:color w:val="000000"/>
          <w:sz w:val="28"/>
          <w:szCs w:val="28"/>
        </w:rPr>
        <w:t xml:space="preserve">  С.Д. Загрийчук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5A309C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52FD2" w:rsidRDefault="00B52FD2" w:rsidP="00B52FD2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A34FB0" w:rsidRDefault="00A34FB0" w:rsidP="00B52FD2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A34FB0" w:rsidRDefault="00A34FB0" w:rsidP="00B52FD2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A34FB0" w:rsidRDefault="00A34FB0" w:rsidP="00B52FD2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bookmarkStart w:id="1" w:name="_GoBack"/>
      <w:bookmarkEnd w:id="1"/>
    </w:p>
    <w:p w:rsidR="00A34FB0" w:rsidRDefault="00A34FB0" w:rsidP="00B52FD2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A34FB0" w:rsidRDefault="00A34FB0" w:rsidP="00B52FD2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A34FB0" w:rsidSect="00B52FD2">
      <w:pgSz w:w="11906" w:h="16838"/>
      <w:pgMar w:top="567" w:right="991" w:bottom="142" w:left="1701" w:header="708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6D1E" w:rsidRDefault="009A6D1E" w:rsidP="00980558">
      <w:pPr>
        <w:spacing w:after="0" w:line="240" w:lineRule="auto"/>
      </w:pPr>
      <w:r>
        <w:separator/>
      </w:r>
    </w:p>
  </w:endnote>
  <w:endnote w:type="continuationSeparator" w:id="0">
    <w:p w:rsidR="009A6D1E" w:rsidRDefault="009A6D1E" w:rsidP="0098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6D1E" w:rsidRDefault="009A6D1E" w:rsidP="00980558">
      <w:pPr>
        <w:spacing w:after="0" w:line="240" w:lineRule="auto"/>
      </w:pPr>
      <w:r>
        <w:separator/>
      </w:r>
    </w:p>
  </w:footnote>
  <w:footnote w:type="continuationSeparator" w:id="0">
    <w:p w:rsidR="009A6D1E" w:rsidRDefault="009A6D1E" w:rsidP="00980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10E4284A"/>
    <w:multiLevelType w:val="hybridMultilevel"/>
    <w:tmpl w:val="F07A04D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D6887"/>
    <w:multiLevelType w:val="hybridMultilevel"/>
    <w:tmpl w:val="F2728E40"/>
    <w:lvl w:ilvl="0" w:tplc="C4E638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F16"/>
    <w:rsid w:val="00030D5D"/>
    <w:rsid w:val="000414F3"/>
    <w:rsid w:val="00054CB7"/>
    <w:rsid w:val="00061F02"/>
    <w:rsid w:val="000D3F16"/>
    <w:rsid w:val="001131F9"/>
    <w:rsid w:val="0011752B"/>
    <w:rsid w:val="00155303"/>
    <w:rsid w:val="001622F0"/>
    <w:rsid w:val="00201170"/>
    <w:rsid w:val="0021123B"/>
    <w:rsid w:val="00345299"/>
    <w:rsid w:val="003A08BE"/>
    <w:rsid w:val="003A6467"/>
    <w:rsid w:val="003C4A4B"/>
    <w:rsid w:val="00421DA4"/>
    <w:rsid w:val="00422979"/>
    <w:rsid w:val="00434E4F"/>
    <w:rsid w:val="00444B89"/>
    <w:rsid w:val="004B19E9"/>
    <w:rsid w:val="005122F5"/>
    <w:rsid w:val="005349B9"/>
    <w:rsid w:val="005A309C"/>
    <w:rsid w:val="005C2B48"/>
    <w:rsid w:val="005D6361"/>
    <w:rsid w:val="006A14CE"/>
    <w:rsid w:val="006A59F4"/>
    <w:rsid w:val="006D06F2"/>
    <w:rsid w:val="0072611E"/>
    <w:rsid w:val="007473B0"/>
    <w:rsid w:val="00751714"/>
    <w:rsid w:val="007B4D4C"/>
    <w:rsid w:val="007F0A81"/>
    <w:rsid w:val="0081002D"/>
    <w:rsid w:val="008363FC"/>
    <w:rsid w:val="008E13C8"/>
    <w:rsid w:val="00953951"/>
    <w:rsid w:val="00980558"/>
    <w:rsid w:val="00996C9D"/>
    <w:rsid w:val="009A6D1E"/>
    <w:rsid w:val="009B406E"/>
    <w:rsid w:val="00A02D09"/>
    <w:rsid w:val="00A34FB0"/>
    <w:rsid w:val="00A7174B"/>
    <w:rsid w:val="00A91655"/>
    <w:rsid w:val="00A96EF0"/>
    <w:rsid w:val="00AB0491"/>
    <w:rsid w:val="00B12CFE"/>
    <w:rsid w:val="00B302EB"/>
    <w:rsid w:val="00B52FD2"/>
    <w:rsid w:val="00B54DFB"/>
    <w:rsid w:val="00B85704"/>
    <w:rsid w:val="00BA6A02"/>
    <w:rsid w:val="00BA6C0E"/>
    <w:rsid w:val="00BE2B61"/>
    <w:rsid w:val="00C317B9"/>
    <w:rsid w:val="00C51A2C"/>
    <w:rsid w:val="00C734B7"/>
    <w:rsid w:val="00D0368D"/>
    <w:rsid w:val="00D1278F"/>
    <w:rsid w:val="00D35632"/>
    <w:rsid w:val="00D41491"/>
    <w:rsid w:val="00D47BBB"/>
    <w:rsid w:val="00DA36BC"/>
    <w:rsid w:val="00DC5E8D"/>
    <w:rsid w:val="00E12E71"/>
    <w:rsid w:val="00E30B35"/>
    <w:rsid w:val="00E351EF"/>
    <w:rsid w:val="00EC316F"/>
    <w:rsid w:val="00F02C2B"/>
    <w:rsid w:val="00F51466"/>
    <w:rsid w:val="00F94CA6"/>
    <w:rsid w:val="00F95C1A"/>
    <w:rsid w:val="00FF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3FEF8C-59F3-441A-926D-E3AD1CAF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3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122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5">
    <w:name w:val="Знак"/>
    <w:basedOn w:val="a"/>
    <w:rsid w:val="005122F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No Spacing"/>
    <w:uiPriority w:val="1"/>
    <w:qFormat/>
    <w:rsid w:val="005122F5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98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80558"/>
  </w:style>
  <w:style w:type="paragraph" w:styleId="a9">
    <w:name w:val="footer"/>
    <w:basedOn w:val="a"/>
    <w:link w:val="aa"/>
    <w:uiPriority w:val="99"/>
    <w:semiHidden/>
    <w:unhideWhenUsed/>
    <w:rsid w:val="00980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0558"/>
  </w:style>
  <w:style w:type="paragraph" w:styleId="ab">
    <w:name w:val="List Paragraph"/>
    <w:basedOn w:val="a"/>
    <w:uiPriority w:val="34"/>
    <w:qFormat/>
    <w:rsid w:val="005C2B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8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24%20&#1075;&#1086;&#1076;%20&#1086;&#1082;&#1088;&#1091;&#1075;\&#1073;&#1083;&#1072;&#1085;&#1082;&#1080;\&#1088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распоряжение.dotx</Template>
  <TotalTime>66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2025-03-18T07:35:00Z</cp:lastPrinted>
  <dcterms:created xsi:type="dcterms:W3CDTF">2025-03-10T06:40:00Z</dcterms:created>
  <dcterms:modified xsi:type="dcterms:W3CDTF">2025-03-19T11:24:00Z</dcterms:modified>
</cp:coreProperties>
</file>