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Default="005A309C" w:rsidP="00BD320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BD3209" w:rsidRPr="005A309C" w:rsidRDefault="00BD3209" w:rsidP="00BD320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5A309C" w:rsidRDefault="00A77896" w:rsidP="00BD3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3209">
        <w:rPr>
          <w:rFonts w:ascii="Times New Roman" w:hAnsi="Times New Roman" w:cs="Times New Roman"/>
          <w:sz w:val="28"/>
          <w:szCs w:val="28"/>
        </w:rPr>
        <w:t>4 марта</w:t>
      </w:r>
      <w:r w:rsidR="00A50298">
        <w:rPr>
          <w:rFonts w:ascii="Times New Roman" w:hAnsi="Times New Roman" w:cs="Times New Roman"/>
          <w:sz w:val="28"/>
          <w:szCs w:val="28"/>
        </w:rPr>
        <w:t xml:space="preserve"> 20</w:t>
      </w:r>
      <w:r w:rsidR="00EF4BBD">
        <w:rPr>
          <w:rFonts w:ascii="Times New Roman" w:hAnsi="Times New Roman" w:cs="Times New Roman"/>
          <w:sz w:val="28"/>
          <w:szCs w:val="28"/>
        </w:rPr>
        <w:t>24</w:t>
      </w:r>
      <w:r w:rsidR="00A5029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A309C"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BD3209">
        <w:rPr>
          <w:rFonts w:ascii="Times New Roman" w:hAnsi="Times New Roman" w:cs="Times New Roman"/>
          <w:sz w:val="28"/>
          <w:szCs w:val="28"/>
        </w:rPr>
        <w:t>183</w:t>
      </w:r>
    </w:p>
    <w:p w:rsidR="00BD3209" w:rsidRDefault="00BD3209" w:rsidP="00BD3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209" w:rsidRPr="00232B3D" w:rsidRDefault="00BD3209" w:rsidP="00BD3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Default="001020F2" w:rsidP="00BD320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BD3209" w:rsidRDefault="00BD3209" w:rsidP="00BD3209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D3209" w:rsidRDefault="00BD3209" w:rsidP="00BD3209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49E1" w:rsidRDefault="00EF4BBD" w:rsidP="00BD3209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нений в муниципальную программу</w:t>
      </w:r>
    </w:p>
    <w:p w:rsidR="005B49E1" w:rsidRDefault="00EF4BBD" w:rsidP="00EF4BB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«Комплексн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ое развитие сельских территорий</w:t>
      </w:r>
    </w:p>
    <w:p w:rsidR="005A309C" w:rsidRPr="005A309C" w:rsidRDefault="00EF4BBD" w:rsidP="00EF4BB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Красноборского муниципального округа»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309C" w:rsidRDefault="005A309C" w:rsidP="00072D0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77896" w:rsidRPr="005A309C" w:rsidRDefault="00A77896" w:rsidP="00072D0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32B3D" w:rsidRPr="0008579E" w:rsidRDefault="005A309C" w:rsidP="00232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муниципальных программах Красноборского муниципального округа Архангельской области, утвержденным постановлением администрации Красноборского муниципального округа от 22.12.2023 № 3, 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5A309C">
        <w:rPr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="0028148E">
        <w:rPr>
          <w:rFonts w:ascii="Times New Roman" w:hAnsi="Times New Roman" w:cs="Times New Roman"/>
          <w:sz w:val="28"/>
          <w:szCs w:val="28"/>
        </w:rPr>
        <w:t xml:space="preserve"> 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т:</w:t>
      </w:r>
    </w:p>
    <w:p w:rsidR="005A309C" w:rsidRDefault="0016225B" w:rsidP="00232B3D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Внести в муниципальную программу «Комплексное развитие сельских территорий Красноборского муниципального округа», утвержденную 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МО «Красноборский муниципальный район» от 29.10.2019 года № 524 (</w:t>
      </w:r>
      <w:r w:rsidR="005B49E1">
        <w:rPr>
          <w:rFonts w:ascii="Times New Roman" w:hAnsi="Times New Roman" w:cs="Times New Roman"/>
          <w:color w:val="000000"/>
          <w:sz w:val="28"/>
          <w:szCs w:val="28"/>
        </w:rPr>
        <w:t>в редакции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789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E3B5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="00CE3B50"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CE3B5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E3B50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программа) следующие изменения:</w:t>
      </w:r>
    </w:p>
    <w:p w:rsidR="0028148E" w:rsidRDefault="0016225B" w:rsidP="002814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В паспорте программы</w:t>
      </w:r>
      <w:r w:rsidR="002814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>графу «</w:t>
      </w:r>
      <w:r w:rsidR="004D53C7" w:rsidRPr="004D53C7">
        <w:rPr>
          <w:rFonts w:ascii="Times New Roman" w:hAnsi="Times New Roman" w:cs="Times New Roman"/>
          <w:color w:val="000000"/>
          <w:sz w:val="28"/>
          <w:szCs w:val="28"/>
        </w:rPr>
        <w:t>Объемы и источники финансирования муниципальной программы» изложить в следующей редакции:</w:t>
      </w:r>
      <w:r w:rsidR="000210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D53C7" w:rsidRPr="0028148E" w:rsidRDefault="0028148E" w:rsidP="002814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53C7" w:rsidRPr="004D53C7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 –  </w:t>
      </w:r>
      <w:r w:rsidR="00CE3B50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30229073,0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>руб., в том числе:</w:t>
      </w:r>
      <w:r w:rsidR="000210FB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федерального бюджета – </w:t>
      </w:r>
      <w:r w:rsidR="00CE3B50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1653648,98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  <w:r w:rsidR="000210FB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областного бюджета – </w:t>
      </w:r>
      <w:r w:rsidR="00CE3B50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9298793,99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  <w:r w:rsidR="000210FB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</w:t>
      </w:r>
      <w:r w:rsidR="00A5786A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 бюджета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CE3B50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2180196,57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  <w:r w:rsidR="000210FB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иные источники – </w:t>
      </w:r>
      <w:r w:rsidR="00CE3B50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17096433,46 </w:t>
      </w:r>
      <w:r w:rsidR="004D53C7" w:rsidRPr="00CE3B50">
        <w:rPr>
          <w:rFonts w:ascii="Times New Roman" w:eastAsia="Times New Roman" w:hAnsi="Times New Roman" w:cs="Times New Roman"/>
          <w:color w:val="000000"/>
          <w:sz w:val="28"/>
          <w:szCs w:val="28"/>
        </w:rPr>
        <w:t>руб.»</w:t>
      </w:r>
    </w:p>
    <w:p w:rsidR="004D53C7" w:rsidRPr="004D53C7" w:rsidRDefault="0028148E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</w:t>
      </w:r>
      <w:r w:rsidR="00E211E4">
        <w:rPr>
          <w:rFonts w:ascii="Times New Roman" w:hAnsi="Times New Roman" w:cs="Times New Roman"/>
          <w:color w:val="000000"/>
          <w:sz w:val="28"/>
          <w:szCs w:val="28"/>
        </w:rPr>
        <w:t>№№</w:t>
      </w:r>
      <w:r w:rsidR="00490F6C">
        <w:rPr>
          <w:rFonts w:ascii="Times New Roman" w:hAnsi="Times New Roman" w:cs="Times New Roman"/>
          <w:color w:val="000000"/>
          <w:sz w:val="28"/>
          <w:szCs w:val="28"/>
        </w:rPr>
        <w:t xml:space="preserve"> 2, 3, 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428B2">
        <w:rPr>
          <w:rFonts w:ascii="Times New Roman" w:hAnsi="Times New Roman" w:cs="Times New Roman"/>
          <w:color w:val="000000"/>
          <w:sz w:val="28"/>
          <w:szCs w:val="28"/>
        </w:rPr>
        <w:t xml:space="preserve"> и 5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>рограмме изложить в новой прилагаемой редакции.</w:t>
      </w:r>
    </w:p>
    <w:p w:rsidR="005A309C" w:rsidRPr="00490F6C" w:rsidRDefault="0028148E" w:rsidP="00490F6C">
      <w:pPr>
        <w:pStyle w:val="ConsPlusNormal"/>
        <w:widowControl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490F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A309C" w:rsidRPr="005A309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Настоящее постановление вступает в </w:t>
      </w:r>
      <w:r w:rsidR="005A309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силу </w:t>
      </w:r>
      <w:r w:rsidR="00490F6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>со дня его подписания и подлежит размещению на официальном сайте администрации</w:t>
      </w:r>
      <w:r w:rsid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Красноборского муниципального округа</w:t>
      </w:r>
      <w:r w:rsidR="005A309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5A309C" w:rsidRDefault="005A309C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7752" w:rsidRPr="005A309C" w:rsidRDefault="00AF7752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90F6C" w:rsidRDefault="005A309C" w:rsidP="00B3445D">
      <w:pPr>
        <w:pStyle w:val="ConsPlusTitle"/>
        <w:widowControl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</w:t>
      </w:r>
      <w:r w:rsidR="00490F6C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  <w:r w:rsidR="00490F6C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</w:p>
    <w:p w:rsidR="00490F6C" w:rsidRDefault="00490F6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  <w:sectPr w:rsidR="00490F6C" w:rsidSect="00F94823">
          <w:pgSz w:w="11906" w:h="16838"/>
          <w:pgMar w:top="568" w:right="850" w:bottom="1134" w:left="1701" w:header="708" w:footer="970" w:gutter="0"/>
          <w:cols w:space="708"/>
          <w:docGrid w:linePitch="360"/>
        </w:sectPr>
      </w:pPr>
    </w:p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«Комплексное развитие сельских территорий </w:t>
      </w:r>
    </w:p>
    <w:p w:rsid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 Красноборского  муниципального округа»</w:t>
      </w:r>
    </w:p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</w:p>
    <w:p w:rsidR="00490F6C" w:rsidRPr="00490F6C" w:rsidRDefault="00490F6C" w:rsidP="00490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90F6C">
        <w:rPr>
          <w:rFonts w:ascii="Times New Roman" w:hAnsi="Times New Roman" w:cs="Times New Roman"/>
          <w:sz w:val="24"/>
          <w:szCs w:val="24"/>
        </w:rPr>
        <w:t xml:space="preserve">Финансовое </w:t>
      </w:r>
      <w:hyperlink w:anchor="P584" w:history="1">
        <w:r w:rsidRPr="00490F6C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490F6C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490F6C" w:rsidRDefault="00490F6C" w:rsidP="00490F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69"/>
        <w:gridCol w:w="2115"/>
        <w:gridCol w:w="1474"/>
        <w:gridCol w:w="1384"/>
        <w:gridCol w:w="1264"/>
        <w:gridCol w:w="1144"/>
        <w:gridCol w:w="1144"/>
      </w:tblGrid>
      <w:tr w:rsidR="00490F6C" w:rsidTr="00E211E4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15" w:type="dxa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6410" w:type="dxa"/>
            <w:gridSpan w:val="5"/>
          </w:tcPr>
          <w:p w:rsidR="00490F6C" w:rsidRPr="00490F6C" w:rsidRDefault="00490F6C" w:rsidP="0049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обеспечения, рублей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490F6C" w:rsidRPr="00490F6C" w:rsidRDefault="00490F6C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</w:tr>
      <w:tr w:rsidR="00E211E4" w:rsidTr="00E211E4">
        <w:trPr>
          <w:trHeight w:val="116"/>
        </w:trPr>
        <w:tc>
          <w:tcPr>
            <w:tcW w:w="0" w:type="auto"/>
            <w:vMerge w:val="restart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«Комплексное развитие сельских территорий Красноборского муниципального округа»</w:t>
            </w:r>
          </w:p>
        </w:tc>
        <w:tc>
          <w:tcPr>
            <w:tcW w:w="2115" w:type="dxa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30229073,0</w:t>
            </w:r>
          </w:p>
        </w:tc>
        <w:tc>
          <w:tcPr>
            <w:tcW w:w="0" w:type="auto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19440000,33</w:t>
            </w:r>
          </w:p>
        </w:tc>
        <w:tc>
          <w:tcPr>
            <w:tcW w:w="0" w:type="auto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7977072,67</w:t>
            </w:r>
          </w:p>
        </w:tc>
        <w:tc>
          <w:tcPr>
            <w:tcW w:w="0" w:type="auto"/>
          </w:tcPr>
          <w:p w:rsidR="00E211E4" w:rsidRPr="00775235" w:rsidRDefault="00E211E4" w:rsidP="00BD3209">
            <w:pPr>
              <w:rPr>
                <w:rFonts w:ascii="Times New Roman" w:hAnsi="Times New Roman" w:cs="Times New Roman"/>
                <w:b/>
              </w:rPr>
            </w:pPr>
            <w:r w:rsidRPr="00775235">
              <w:rPr>
                <w:rFonts w:ascii="Times New Roman" w:hAnsi="Times New Roman" w:cs="Times New Roman"/>
                <w:b/>
              </w:rPr>
              <w:t>1406000,0</w:t>
            </w:r>
          </w:p>
        </w:tc>
        <w:tc>
          <w:tcPr>
            <w:tcW w:w="0" w:type="auto"/>
          </w:tcPr>
          <w:p w:rsidR="00E211E4" w:rsidRPr="00775235" w:rsidRDefault="00E211E4" w:rsidP="00BD3209">
            <w:pPr>
              <w:rPr>
                <w:rFonts w:ascii="Times New Roman" w:hAnsi="Times New Roman" w:cs="Times New Roman"/>
                <w:b/>
              </w:rPr>
            </w:pPr>
            <w:r w:rsidRPr="00775235">
              <w:rPr>
                <w:rFonts w:ascii="Times New Roman" w:hAnsi="Times New Roman" w:cs="Times New Roman"/>
                <w:b/>
              </w:rPr>
              <w:t>1406000,0</w:t>
            </w:r>
          </w:p>
        </w:tc>
      </w:tr>
      <w:tr w:rsidR="00E211E4" w:rsidTr="00E211E4">
        <w:trPr>
          <w:trHeight w:val="477"/>
        </w:trPr>
        <w:tc>
          <w:tcPr>
            <w:tcW w:w="0" w:type="auto"/>
            <w:vMerge/>
          </w:tcPr>
          <w:p w:rsidR="00E211E4" w:rsidRPr="00490F6C" w:rsidRDefault="00E211E4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2180196,57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</w:rPr>
              <w:t>441243,31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678953,26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530000,0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530000,00</w:t>
            </w:r>
          </w:p>
        </w:tc>
      </w:tr>
      <w:tr w:rsidR="00E211E4" w:rsidTr="00E211E4">
        <w:tc>
          <w:tcPr>
            <w:tcW w:w="0" w:type="auto"/>
            <w:vMerge/>
          </w:tcPr>
          <w:p w:rsidR="00E211E4" w:rsidRPr="00490F6C" w:rsidRDefault="00E211E4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b/>
              </w:rPr>
              <w:t>9298793,99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</w:rPr>
              <w:t>5832000,0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3466793,99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211E4" w:rsidTr="00E211E4">
        <w:tc>
          <w:tcPr>
            <w:tcW w:w="0" w:type="auto"/>
            <w:vMerge/>
          </w:tcPr>
          <w:p w:rsidR="00E211E4" w:rsidRPr="00490F6C" w:rsidRDefault="00E211E4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1653648,98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</w:rPr>
              <w:t>1296205,02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357443,96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211E4" w:rsidTr="00E211E4">
        <w:trPr>
          <w:trHeight w:val="597"/>
        </w:trPr>
        <w:tc>
          <w:tcPr>
            <w:tcW w:w="0" w:type="auto"/>
            <w:vMerge/>
          </w:tcPr>
          <w:p w:rsidR="00E211E4" w:rsidRPr="00490F6C" w:rsidRDefault="00E211E4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Иные </w:t>
            </w:r>
          </w:p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</w:t>
            </w:r>
          </w:p>
        </w:tc>
        <w:tc>
          <w:tcPr>
            <w:tcW w:w="1474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17096433,46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color w:val="000000"/>
              </w:rPr>
              <w:t>11870552,0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3473881,46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1870000,0</w:t>
            </w:r>
          </w:p>
        </w:tc>
      </w:tr>
      <w:tr w:rsidR="00E211E4" w:rsidRPr="00E211E4" w:rsidTr="00E211E4">
        <w:tc>
          <w:tcPr>
            <w:tcW w:w="0" w:type="auto"/>
            <w:vMerge w:val="restart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 условий для обеспечения доступным и комфортным жильем сельского населения»</w:t>
            </w:r>
          </w:p>
        </w:tc>
        <w:tc>
          <w:tcPr>
            <w:tcW w:w="2115" w:type="dxa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E211E4" w:rsidRPr="00E211E4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26639217,21</w:t>
            </w:r>
          </w:p>
        </w:tc>
        <w:tc>
          <w:tcPr>
            <w:tcW w:w="0" w:type="auto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19440000,33</w:t>
            </w:r>
          </w:p>
        </w:tc>
        <w:tc>
          <w:tcPr>
            <w:tcW w:w="0" w:type="auto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4907216,88</w:t>
            </w:r>
          </w:p>
        </w:tc>
        <w:tc>
          <w:tcPr>
            <w:tcW w:w="0" w:type="auto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1146000,0</w:t>
            </w:r>
          </w:p>
        </w:tc>
        <w:tc>
          <w:tcPr>
            <w:tcW w:w="0" w:type="auto"/>
          </w:tcPr>
          <w:p w:rsidR="00E211E4" w:rsidRPr="00775235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1146000,0</w:t>
            </w:r>
          </w:p>
        </w:tc>
      </w:tr>
      <w:tr w:rsidR="00E211E4" w:rsidRPr="00E211E4" w:rsidTr="00E211E4">
        <w:tc>
          <w:tcPr>
            <w:tcW w:w="0" w:type="auto"/>
            <w:vMerge/>
          </w:tcPr>
          <w:p w:rsidR="00E211E4" w:rsidRPr="00490F6C" w:rsidRDefault="00E211E4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1251243,31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441243,31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270000,0</w:t>
            </w:r>
          </w:p>
        </w:tc>
        <w:tc>
          <w:tcPr>
            <w:tcW w:w="0" w:type="auto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270000,0</w:t>
            </w:r>
          </w:p>
        </w:tc>
        <w:tc>
          <w:tcPr>
            <w:tcW w:w="0" w:type="auto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270000,0</w:t>
            </w:r>
          </w:p>
        </w:tc>
      </w:tr>
      <w:tr w:rsidR="00E211E4" w:rsidRPr="00E211E4" w:rsidTr="00E211E4">
        <w:tc>
          <w:tcPr>
            <w:tcW w:w="0" w:type="auto"/>
            <w:vMerge/>
          </w:tcPr>
          <w:p w:rsidR="00E211E4" w:rsidRPr="00490F6C" w:rsidRDefault="00E211E4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E211E4" w:rsidRPr="00E211E4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7382658,27</w:t>
            </w:r>
          </w:p>
        </w:tc>
        <w:tc>
          <w:tcPr>
            <w:tcW w:w="0" w:type="auto"/>
          </w:tcPr>
          <w:p w:rsidR="00E211E4" w:rsidRPr="00E211E4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5832000,0</w:t>
            </w:r>
          </w:p>
        </w:tc>
        <w:tc>
          <w:tcPr>
            <w:tcW w:w="0" w:type="auto"/>
          </w:tcPr>
          <w:p w:rsidR="00E211E4" w:rsidRPr="00E211E4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1550658,27</w:t>
            </w:r>
          </w:p>
        </w:tc>
        <w:tc>
          <w:tcPr>
            <w:tcW w:w="0" w:type="auto"/>
          </w:tcPr>
          <w:p w:rsidR="00E211E4" w:rsidRPr="00E211E4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211E4" w:rsidRPr="00E211E4" w:rsidRDefault="00E211E4" w:rsidP="00490F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211E4" w:rsidRPr="00E211E4" w:rsidTr="00E211E4">
        <w:tc>
          <w:tcPr>
            <w:tcW w:w="0" w:type="auto"/>
            <w:vMerge/>
          </w:tcPr>
          <w:p w:rsidR="00E211E4" w:rsidRPr="00490F6C" w:rsidRDefault="00E211E4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1653648,98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1296205,02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357443,96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211E4" w:rsidRPr="00E211E4" w:rsidTr="00E211E4">
        <w:trPr>
          <w:trHeight w:val="314"/>
        </w:trPr>
        <w:tc>
          <w:tcPr>
            <w:tcW w:w="0" w:type="auto"/>
            <w:vMerge/>
          </w:tcPr>
          <w:p w:rsidR="00E211E4" w:rsidRPr="00490F6C" w:rsidRDefault="00E211E4" w:rsidP="00490F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16351666,65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11870552,0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2729114,65</w:t>
            </w:r>
          </w:p>
        </w:tc>
        <w:tc>
          <w:tcPr>
            <w:tcW w:w="0" w:type="auto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E211E4" w:rsidRPr="00E211E4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235">
              <w:rPr>
                <w:rFonts w:ascii="Times New Roman" w:hAnsi="Times New Roman" w:cs="Times New Roman"/>
                <w:b/>
                <w:sz w:val="24"/>
                <w:szCs w:val="24"/>
              </w:rPr>
              <w:t>876000,0</w:t>
            </w:r>
          </w:p>
        </w:tc>
      </w:tr>
      <w:tr w:rsidR="00E211E4" w:rsidTr="00E211E4">
        <w:tc>
          <w:tcPr>
            <w:tcW w:w="0" w:type="auto"/>
            <w:vMerge w:val="restart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115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E211E4" w:rsidRPr="00F834C9" w:rsidRDefault="00E211E4" w:rsidP="00BD3209">
            <w:pPr>
              <w:pStyle w:val="ConsPlusNormal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26207217,21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19440000,33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1002000,0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1002000,0</w:t>
            </w:r>
          </w:p>
        </w:tc>
        <w:tc>
          <w:tcPr>
            <w:tcW w:w="0" w:type="auto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1002000,0</w:t>
            </w:r>
          </w:p>
        </w:tc>
      </w:tr>
      <w:tr w:rsidR="00E211E4" w:rsidTr="00E211E4">
        <w:tc>
          <w:tcPr>
            <w:tcW w:w="0" w:type="auto"/>
            <w:vMerge/>
          </w:tcPr>
          <w:p w:rsidR="00E211E4" w:rsidRPr="00490F6C" w:rsidRDefault="00E211E4" w:rsidP="00E21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E211E4" w:rsidRPr="00AB377D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819243,31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441243,31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126000,0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126000,0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126000,0</w:t>
            </w:r>
          </w:p>
        </w:tc>
      </w:tr>
      <w:tr w:rsidR="00E211E4" w:rsidTr="00E211E4">
        <w:tc>
          <w:tcPr>
            <w:tcW w:w="0" w:type="auto"/>
            <w:vMerge/>
          </w:tcPr>
          <w:p w:rsidR="00E211E4" w:rsidRPr="00490F6C" w:rsidRDefault="00E211E4" w:rsidP="00E21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E211E4">
              <w:rPr>
                <w:rFonts w:ascii="Times New Roman" w:hAnsi="Times New Roman" w:cs="Times New Roman"/>
              </w:rPr>
              <w:t>7382658,27</w:t>
            </w:r>
          </w:p>
        </w:tc>
        <w:tc>
          <w:tcPr>
            <w:tcW w:w="0" w:type="auto"/>
          </w:tcPr>
          <w:p w:rsidR="00E211E4" w:rsidRPr="00E211E4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E4">
              <w:rPr>
                <w:rFonts w:ascii="Times New Roman" w:hAnsi="Times New Roman" w:cs="Times New Roman"/>
                <w:sz w:val="24"/>
                <w:szCs w:val="24"/>
              </w:rPr>
              <w:t>5832000,0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11E4" w:rsidTr="00E211E4">
        <w:tc>
          <w:tcPr>
            <w:tcW w:w="0" w:type="auto"/>
            <w:vMerge/>
          </w:tcPr>
          <w:p w:rsidR="00E211E4" w:rsidRPr="00490F6C" w:rsidRDefault="00E211E4" w:rsidP="00E21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E211E4" w:rsidRPr="00AB377D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1653648,98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1296205,02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11E4" w:rsidTr="00E211E4">
        <w:trPr>
          <w:trHeight w:val="385"/>
        </w:trPr>
        <w:tc>
          <w:tcPr>
            <w:tcW w:w="0" w:type="auto"/>
            <w:vMerge/>
          </w:tcPr>
          <w:p w:rsidR="00E211E4" w:rsidRPr="00490F6C" w:rsidRDefault="00E211E4" w:rsidP="00E21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E211E4" w:rsidRPr="00490F6C" w:rsidRDefault="00E211E4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E211E4" w:rsidRPr="00AB377D" w:rsidRDefault="00E211E4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16351666,65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11870552,0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876000,0</w:t>
            </w:r>
          </w:p>
        </w:tc>
        <w:tc>
          <w:tcPr>
            <w:tcW w:w="0" w:type="auto"/>
          </w:tcPr>
          <w:p w:rsidR="00E211E4" w:rsidRPr="00490F6C" w:rsidRDefault="00E211E4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876000,0</w:t>
            </w:r>
          </w:p>
        </w:tc>
      </w:tr>
      <w:tr w:rsidR="00490F6C" w:rsidTr="00E211E4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      </w: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432000,0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144000,0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144000,0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144000,0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432000,0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E2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490F6C" w:rsidRPr="00490F6C" w:rsidRDefault="00490F6C" w:rsidP="00594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Обустройство объектами инженерной инфраструктуры</w:t>
            </w:r>
            <w:r w:rsidR="0059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 w:val="restart"/>
          </w:tcPr>
          <w:p w:rsidR="00575A0A" w:rsidRPr="00575A0A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  <w:p w:rsidR="00575A0A" w:rsidRPr="00575A0A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Создание и развитие инфраструктуры на сельских территориях</w:t>
            </w:r>
          </w:p>
        </w:tc>
        <w:tc>
          <w:tcPr>
            <w:tcW w:w="2115" w:type="dxa"/>
          </w:tcPr>
          <w:p w:rsidR="00575A0A" w:rsidRPr="00575A0A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74" w:type="dxa"/>
          </w:tcPr>
          <w:p w:rsidR="00575A0A" w:rsidRPr="00575A0A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2809855,79</w:t>
            </w:r>
          </w:p>
        </w:tc>
        <w:tc>
          <w:tcPr>
            <w:tcW w:w="0" w:type="auto"/>
          </w:tcPr>
          <w:p w:rsidR="00575A0A" w:rsidRPr="00575A0A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2809855,79</w:t>
            </w:r>
          </w:p>
        </w:tc>
        <w:tc>
          <w:tcPr>
            <w:tcW w:w="0" w:type="auto"/>
          </w:tcPr>
          <w:p w:rsidR="00575A0A" w:rsidRPr="00575A0A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/>
          </w:tcPr>
          <w:p w:rsidR="00575A0A" w:rsidRPr="00575A0A" w:rsidRDefault="00575A0A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575A0A" w:rsidRPr="00575A0A" w:rsidRDefault="00575A0A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148953,26</w:t>
            </w:r>
          </w:p>
        </w:tc>
        <w:tc>
          <w:tcPr>
            <w:tcW w:w="0" w:type="auto"/>
          </w:tcPr>
          <w:p w:rsidR="00575A0A" w:rsidRPr="00575A0A" w:rsidRDefault="00575A0A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148953,26</w:t>
            </w:r>
          </w:p>
        </w:tc>
        <w:tc>
          <w:tcPr>
            <w:tcW w:w="0" w:type="auto"/>
          </w:tcPr>
          <w:p w:rsidR="00575A0A" w:rsidRPr="00575A0A" w:rsidRDefault="00575A0A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/>
          </w:tcPr>
          <w:p w:rsidR="00575A0A" w:rsidRPr="00575A0A" w:rsidRDefault="00575A0A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1916135,72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1916135,72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/>
          </w:tcPr>
          <w:p w:rsidR="00575A0A" w:rsidRPr="00575A0A" w:rsidRDefault="00575A0A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/>
          </w:tcPr>
          <w:p w:rsidR="00575A0A" w:rsidRPr="00575A0A" w:rsidRDefault="00575A0A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744766,81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744766,81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575A0A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A0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комплексного развития сельских территорий или сельских агломераций </w:t>
            </w: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575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490F6C" w:rsidRPr="00490F6C" w:rsidRDefault="00490F6C" w:rsidP="0059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</w:t>
            </w:r>
            <w:r w:rsidR="0059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на сельских территориях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 w:val="restart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благоустройству сельских </w:t>
            </w:r>
            <w:r w:rsidRPr="00490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2115" w:type="dxa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74" w:type="dxa"/>
          </w:tcPr>
          <w:p w:rsidR="00575A0A" w:rsidRPr="006810B6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2809855,79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6810B6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2809855,79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/>
          </w:tcPr>
          <w:p w:rsidR="00575A0A" w:rsidRPr="00490F6C" w:rsidRDefault="00575A0A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575A0A" w:rsidRPr="006810B6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148953,26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6810B6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148953,26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/>
          </w:tcPr>
          <w:p w:rsidR="00575A0A" w:rsidRPr="00490F6C" w:rsidRDefault="00575A0A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575A0A" w:rsidRPr="00B716A4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1916135,72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B716A4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1916135,72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/>
          </w:tcPr>
          <w:p w:rsidR="00575A0A" w:rsidRPr="00490F6C" w:rsidRDefault="00575A0A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575A0A" w:rsidRPr="00B716A4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B716A4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75A0A" w:rsidTr="00E211E4">
        <w:tc>
          <w:tcPr>
            <w:tcW w:w="0" w:type="auto"/>
            <w:vMerge/>
          </w:tcPr>
          <w:p w:rsidR="00575A0A" w:rsidRPr="00490F6C" w:rsidRDefault="00575A0A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575A0A" w:rsidRPr="00490F6C" w:rsidRDefault="00575A0A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575A0A" w:rsidRPr="006810B6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744766,81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6810B6" w:rsidRDefault="00575A0A" w:rsidP="00BD3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744766,81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575A0A" w:rsidRPr="00490F6C" w:rsidRDefault="00575A0A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 w:val="restart"/>
          </w:tcPr>
          <w:p w:rsidR="00490F6C" w:rsidRPr="00004286" w:rsidRDefault="00004286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Уничтожение сорного растения борщевика Сосновского на территории Красноборского муниципального округа</w:t>
            </w:r>
          </w:p>
        </w:tc>
        <w:tc>
          <w:tcPr>
            <w:tcW w:w="2115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780000,0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260000,0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004286" w:rsidRDefault="00490F6C" w:rsidP="00490F6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780000,0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260000,0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004286" w:rsidRDefault="00490F6C" w:rsidP="00490F6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004286" w:rsidRDefault="00490F6C" w:rsidP="00490F6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004286" w:rsidRDefault="00490F6C" w:rsidP="00490F6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490F6C" w:rsidRPr="00004286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004286" w:rsidRDefault="00490F6C" w:rsidP="00490F6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0428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 w:val="restart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Ликвидация очагов распространения борщевика Сосновского</w:t>
            </w: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780000,0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780000,0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260000,0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0F6C" w:rsidTr="00E211E4">
        <w:tc>
          <w:tcPr>
            <w:tcW w:w="0" w:type="auto"/>
            <w:vMerge/>
          </w:tcPr>
          <w:p w:rsidR="00490F6C" w:rsidRPr="00490F6C" w:rsidRDefault="00490F6C" w:rsidP="00490F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74" w:type="dxa"/>
          </w:tcPr>
          <w:p w:rsidR="00490F6C" w:rsidRPr="00490F6C" w:rsidRDefault="00490F6C" w:rsidP="00490F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490F6C" w:rsidRPr="00490F6C" w:rsidRDefault="00490F6C" w:rsidP="00490F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0F6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004286" w:rsidRDefault="00490F6C" w:rsidP="00490F6C">
      <w:pPr>
        <w:spacing w:after="0" w:line="240" w:lineRule="auto"/>
        <w:ind w:left="9634" w:right="-31" w:firstLine="278"/>
      </w:pPr>
      <w:r>
        <w:tab/>
        <w:t xml:space="preserve">  </w:t>
      </w:r>
      <w:r>
        <w:tab/>
      </w:r>
      <w:r>
        <w:tab/>
        <w:t xml:space="preserve">    </w:t>
      </w:r>
      <w:r>
        <w:tab/>
      </w:r>
      <w:r>
        <w:tab/>
      </w:r>
    </w:p>
    <w:p w:rsidR="00004286" w:rsidRDefault="00004286" w:rsidP="00490F6C">
      <w:pPr>
        <w:spacing w:after="0" w:line="240" w:lineRule="auto"/>
        <w:ind w:left="9634" w:right="-31" w:firstLine="278"/>
      </w:pPr>
    </w:p>
    <w:p w:rsidR="00004286" w:rsidRDefault="00004286" w:rsidP="00490F6C">
      <w:pPr>
        <w:spacing w:after="0" w:line="240" w:lineRule="auto"/>
        <w:ind w:left="9634" w:right="-31" w:firstLine="278"/>
      </w:pPr>
    </w:p>
    <w:p w:rsidR="00004286" w:rsidRDefault="00004286" w:rsidP="00490F6C">
      <w:pPr>
        <w:spacing w:after="0" w:line="240" w:lineRule="auto"/>
        <w:ind w:left="9634" w:right="-31" w:firstLine="278"/>
      </w:pPr>
    </w:p>
    <w:p w:rsidR="00004286" w:rsidRDefault="00004286" w:rsidP="00490F6C">
      <w:pPr>
        <w:spacing w:after="0" w:line="240" w:lineRule="auto"/>
        <w:ind w:left="9634" w:right="-31" w:firstLine="278"/>
      </w:pPr>
    </w:p>
    <w:p w:rsidR="00004286" w:rsidRDefault="00004286" w:rsidP="00490F6C">
      <w:pPr>
        <w:spacing w:after="0" w:line="240" w:lineRule="auto"/>
        <w:ind w:left="9634" w:right="-31" w:firstLine="278"/>
      </w:pPr>
    </w:p>
    <w:p w:rsidR="00490F6C" w:rsidRPr="00490F6C" w:rsidRDefault="00490F6C" w:rsidP="00490F6C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3</w:t>
      </w:r>
    </w:p>
    <w:p w:rsidR="00490F6C" w:rsidRPr="00490F6C" w:rsidRDefault="00490F6C" w:rsidP="00B4322F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</w:t>
      </w:r>
      <w:r w:rsidR="00B4322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4322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4322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«Комплексное развитие сельских территорий </w:t>
      </w:r>
    </w:p>
    <w:p w:rsidR="00490F6C" w:rsidRDefault="00490F6C" w:rsidP="00B4322F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  <w:r w:rsidRPr="00490F6C">
        <w:rPr>
          <w:rFonts w:ascii="Times New Roman" w:hAnsi="Times New Roman" w:cs="Times New Roman"/>
          <w:color w:val="000000"/>
          <w:sz w:val="24"/>
          <w:szCs w:val="24"/>
        </w:rPr>
        <w:t xml:space="preserve"> Красноборского  муниципального округа»</w:t>
      </w:r>
    </w:p>
    <w:p w:rsidR="00B4322F" w:rsidRPr="00B4322F" w:rsidRDefault="00B4322F" w:rsidP="00B4322F">
      <w:pPr>
        <w:spacing w:after="0" w:line="240" w:lineRule="auto"/>
        <w:ind w:left="9634" w:right="-31" w:firstLine="278"/>
        <w:rPr>
          <w:rFonts w:ascii="Times New Roman" w:hAnsi="Times New Roman" w:cs="Times New Roman"/>
          <w:color w:val="000000"/>
          <w:sz w:val="24"/>
          <w:szCs w:val="24"/>
        </w:rPr>
      </w:pPr>
    </w:p>
    <w:p w:rsidR="00490F6C" w:rsidRDefault="00490F6C" w:rsidP="00B432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322F">
        <w:rPr>
          <w:rFonts w:ascii="Times New Roman" w:eastAsia="Times New Roman" w:hAnsi="Times New Roman" w:cs="Times New Roman"/>
          <w:sz w:val="24"/>
          <w:szCs w:val="24"/>
        </w:rPr>
        <w:t>Показатели результативности мероприятий программы</w:t>
      </w:r>
    </w:p>
    <w:p w:rsidR="00B4322F" w:rsidRPr="00B4322F" w:rsidRDefault="00B4322F" w:rsidP="00B432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7"/>
        <w:gridCol w:w="2815"/>
        <w:gridCol w:w="2409"/>
        <w:gridCol w:w="3207"/>
        <w:gridCol w:w="1245"/>
        <w:gridCol w:w="795"/>
        <w:gridCol w:w="612"/>
        <w:gridCol w:w="612"/>
        <w:gridCol w:w="612"/>
      </w:tblGrid>
      <w:tr w:rsidR="00490F6C" w:rsidTr="00213627">
        <w:tc>
          <w:tcPr>
            <w:tcW w:w="0" w:type="auto"/>
            <w:vMerge w:val="restart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0" w:type="auto"/>
            <w:vMerge w:val="restart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vMerge w:val="restart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0" w:type="auto"/>
            <w:vMerge w:val="restart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0" w:type="auto"/>
            <w:vMerge w:val="restart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4"/>
          </w:tcPr>
          <w:p w:rsidR="00490F6C" w:rsidRPr="006810B6" w:rsidRDefault="00490F6C" w:rsidP="00B432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490F6C" w:rsidTr="00213627">
        <w:trPr>
          <w:trHeight w:val="116"/>
        </w:trPr>
        <w:tc>
          <w:tcPr>
            <w:tcW w:w="0" w:type="auto"/>
            <w:vMerge w:val="restart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72E">
              <w:rPr>
                <w:rFonts w:ascii="Times New Roman" w:hAnsi="Times New Roman" w:cs="Times New Roman"/>
                <w:sz w:val="24"/>
                <w:szCs w:val="24"/>
              </w:rPr>
              <w:t>обеспечение сельского населения доступным и комфортным жильем, отвечающим современным требованиям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BA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(приобретение)  жилья</w:t>
            </w:r>
          </w:p>
          <w:p w:rsidR="00490F6C" w:rsidRPr="00B4322F" w:rsidRDefault="00490F6C" w:rsidP="00B432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E27">
              <w:rPr>
                <w:rFonts w:ascii="Times New Roman" w:hAnsi="Times New Roman" w:cs="Times New Roman"/>
                <w:sz w:val="24"/>
                <w:szCs w:val="24"/>
              </w:rPr>
              <w:t xml:space="preserve">тыс.  </w:t>
            </w:r>
            <w:r w:rsidRPr="00286E27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Pr="00286E27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0,4086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490F6C" w:rsidTr="00213627">
        <w:trPr>
          <w:trHeight w:val="477"/>
        </w:trPr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3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семей,  проживающих 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E27">
              <w:rPr>
                <w:rFonts w:ascii="Times New Roman" w:hAnsi="Times New Roman" w:cs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0F6C" w:rsidTr="00213627"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объектами инженерной </w:t>
            </w:r>
            <w:r w:rsidRPr="00B43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A2D">
              <w:rPr>
                <w:rFonts w:ascii="Times New Roman" w:hAnsi="Times New Roman" w:cs="Times New Roman"/>
                <w:sz w:val="24"/>
                <w:szCs w:val="24"/>
              </w:rPr>
              <w:t>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0" w:type="auto"/>
          </w:tcPr>
          <w:p w:rsidR="00490F6C" w:rsidRPr="006810B6" w:rsidRDefault="00B4322F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</w:t>
            </w:r>
            <w:r w:rsidR="00490F6C">
              <w:rPr>
                <w:rFonts w:ascii="Times New Roman" w:hAnsi="Times New Roman" w:cs="Times New Roman"/>
                <w:sz w:val="24"/>
                <w:szCs w:val="24"/>
              </w:rPr>
              <w:t>вление</w:t>
            </w:r>
            <w:r w:rsidR="00490F6C" w:rsidRPr="005378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хозяйства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E2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комплексного обустройства площадок под компактную </w:t>
            </w:r>
            <w:r w:rsidRPr="00286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жилищную застройку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0F6C" w:rsidTr="00213627">
        <w:tc>
          <w:tcPr>
            <w:tcW w:w="0" w:type="auto"/>
            <w:vMerge w:val="restart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72E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сельской среды Красноборского района и создание условий для ее дальнейшего развития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Pr="006810B6" w:rsidRDefault="00490F6C" w:rsidP="005943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08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 развития сельских территорий или сельских агломераций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хозяйства</w:t>
            </w:r>
          </w:p>
        </w:tc>
        <w:tc>
          <w:tcPr>
            <w:tcW w:w="0" w:type="auto"/>
          </w:tcPr>
          <w:p w:rsidR="00490F6C" w:rsidRPr="00B4322F" w:rsidRDefault="00490F6C" w:rsidP="0059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проектов комплексного развития сельских территорий (сельских агломераций)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0F6C" w:rsidTr="00B4322F">
        <w:trPr>
          <w:trHeight w:val="3410"/>
        </w:trPr>
        <w:tc>
          <w:tcPr>
            <w:tcW w:w="0" w:type="auto"/>
            <w:vMerge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490F6C" w:rsidRPr="00B4322F" w:rsidRDefault="00490F6C" w:rsidP="0059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транспортной инфраструктуры</w:t>
            </w:r>
            <w:r w:rsidR="00594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сельских территориях</w:t>
            </w:r>
          </w:p>
        </w:tc>
        <w:tc>
          <w:tcPr>
            <w:tcW w:w="0" w:type="auto"/>
          </w:tcPr>
          <w:p w:rsidR="00490F6C" w:rsidRPr="0053782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хозяйства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(реконструкция), капитальный ремонт, ремонт 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0F6C" w:rsidTr="00B4322F">
        <w:trPr>
          <w:trHeight w:val="1168"/>
        </w:trPr>
        <w:tc>
          <w:tcPr>
            <w:tcW w:w="0" w:type="auto"/>
            <w:vMerge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 </w:t>
            </w:r>
            <w:r w:rsidRPr="005C308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004286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0F6C" w:rsidRPr="006810B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90F6C" w:rsidRPr="006810B6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0F6C" w:rsidTr="00B4322F">
        <w:trPr>
          <w:trHeight w:val="1330"/>
        </w:trPr>
        <w:tc>
          <w:tcPr>
            <w:tcW w:w="0" w:type="auto"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</w:t>
            </w:r>
          </w:p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>Ликвидация очагов распространения борщевика Сосновского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742D">
              <w:rPr>
                <w:rFonts w:ascii="Times New Roman" w:hAnsi="Times New Roman" w:cs="Times New Roman"/>
                <w:sz w:val="24"/>
                <w:szCs w:val="24"/>
              </w:rPr>
              <w:t>Ликвидация очагов распространения борщевика Сосновского</w:t>
            </w:r>
          </w:p>
        </w:tc>
        <w:tc>
          <w:tcPr>
            <w:tcW w:w="0" w:type="auto"/>
          </w:tcPr>
          <w:p w:rsidR="00490F6C" w:rsidRPr="00537826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</w:t>
            </w:r>
            <w:r w:rsidRPr="00537826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0" w:type="auto"/>
          </w:tcPr>
          <w:p w:rsidR="00490F6C" w:rsidRPr="00B4322F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22F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на которой ликвидированы очаги распространения борщевика Сосновского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</w:tcPr>
          <w:p w:rsidR="00490F6C" w:rsidRDefault="00490F6C" w:rsidP="00B4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</w:tcPr>
          <w:p w:rsidR="00490F6C" w:rsidRDefault="00490F6C" w:rsidP="002136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490F6C" w:rsidRDefault="00490F6C" w:rsidP="00490F6C">
      <w:pPr>
        <w:widowControl w:val="0"/>
        <w:autoSpaceDE w:val="0"/>
        <w:autoSpaceDN w:val="0"/>
        <w:adjustRightInd w:val="0"/>
        <w:ind w:firstLine="540"/>
        <w:jc w:val="center"/>
      </w:pPr>
    </w:p>
    <w:p w:rsidR="00490F6C" w:rsidRPr="00656C73" w:rsidRDefault="00490F6C" w:rsidP="00490F6C">
      <w:pPr>
        <w:widowControl w:val="0"/>
        <w:autoSpaceDE w:val="0"/>
        <w:autoSpaceDN w:val="0"/>
        <w:adjustRightInd w:val="0"/>
        <w:ind w:firstLine="540"/>
        <w:jc w:val="center"/>
      </w:pPr>
    </w:p>
    <w:p w:rsidR="00490F6C" w:rsidRDefault="00490F6C" w:rsidP="00490F6C">
      <w:pPr>
        <w:widowControl w:val="0"/>
        <w:autoSpaceDE w:val="0"/>
        <w:autoSpaceDN w:val="0"/>
        <w:adjustRightInd w:val="0"/>
        <w:jc w:val="both"/>
        <w:outlineLvl w:val="1"/>
        <w:sectPr w:rsidR="00490F6C" w:rsidSect="00213627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AF212E" w:rsidRPr="00AF212E" w:rsidRDefault="00AF212E" w:rsidP="00AF212E">
      <w:pPr>
        <w:tabs>
          <w:tab w:val="left" w:pos="4536"/>
          <w:tab w:val="center" w:pos="4692"/>
          <w:tab w:val="left" w:pos="8789"/>
          <w:tab w:val="right" w:pos="9384"/>
        </w:tabs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AF212E" w:rsidRPr="00AF212E" w:rsidRDefault="00AF212E" w:rsidP="00AF212E">
      <w:pPr>
        <w:tabs>
          <w:tab w:val="left" w:pos="4536"/>
          <w:tab w:val="left" w:pos="5103"/>
        </w:tabs>
        <w:spacing w:after="0" w:line="240" w:lineRule="auto"/>
        <w:ind w:left="4678"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к муниципальной программе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   «Комплексное развитие сельских территорий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left="4536" w:right="-3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 xml:space="preserve">   Красноборского муниципального округа»</w:t>
      </w:r>
    </w:p>
    <w:p w:rsidR="00AF212E" w:rsidRDefault="00AF212E" w:rsidP="00AF212E">
      <w:pPr>
        <w:spacing w:after="0"/>
        <w:jc w:val="center"/>
      </w:pPr>
    </w:p>
    <w:p w:rsidR="00AF212E" w:rsidRPr="00AF212E" w:rsidRDefault="00AF212E" w:rsidP="00AF2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>ПАСПОРТ</w:t>
      </w: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 xml:space="preserve"> подпрограммы №1 «Создание условий для обеспечения доступным и комфортным жильем сельского населения»</w:t>
      </w:r>
    </w:p>
    <w:p w:rsidR="00AF212E" w:rsidRPr="00C1433C" w:rsidRDefault="00AF212E" w:rsidP="00AF212E">
      <w:pPr>
        <w:spacing w:after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020"/>
      </w:tblGrid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«Создание условий для обеспечения доступным и комфортным жильем сельского населения»  (далее – подпрограмма №1)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 и агропромышленного комплекса администрации Красноборского муниципального округа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муниципального хозяйства администрации Красноборского муниципального округа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Территориальные отделы администрации Красноборского муниципального округа, жители</w:t>
            </w:r>
          </w:p>
        </w:tc>
      </w:tr>
      <w:tr w:rsidR="00AF212E" w:rsidRPr="00AF212E" w:rsidTr="00213627">
        <w:trPr>
          <w:trHeight w:val="587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</w:tcPr>
          <w:p w:rsidR="00AF212E" w:rsidRPr="00AF212E" w:rsidRDefault="00AF212E" w:rsidP="00AF212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сельского населения доступным и комфортным жильем, отвечающим современным требованиям</w:t>
            </w:r>
          </w:p>
        </w:tc>
      </w:tr>
      <w:tr w:rsidR="00AF212E" w:rsidRPr="00AF212E" w:rsidTr="00213627">
        <w:trPr>
          <w:trHeight w:val="1404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1. стимулирование строительства (приобретения) жилья для сельского населения;</w:t>
            </w:r>
          </w:p>
          <w:p w:rsidR="00AF212E" w:rsidRPr="00AF212E" w:rsidRDefault="00AF212E" w:rsidP="00AF2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2.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(приобретение) жилья для семей, проживающих и работающих на сельской территории;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выданных свидетельств о предоставлении социальных выплат на строительство (приобретение) жилья в сельской местности гражданам, проживающим в сельской местности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2: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проектов комплексного обустройства площадок под компактную жилищную застройку</w:t>
            </w:r>
          </w:p>
        </w:tc>
      </w:tr>
      <w:tr w:rsidR="00AF212E" w:rsidRPr="00AF212E" w:rsidTr="00213627">
        <w:trPr>
          <w:trHeight w:val="88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2026 годы.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1 реализуется в один этап </w:t>
            </w:r>
          </w:p>
        </w:tc>
      </w:tr>
      <w:tr w:rsidR="00AF212E" w:rsidRPr="00AF212E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7020" w:type="dxa"/>
          </w:tcPr>
          <w:p w:rsidR="00AF212E" w:rsidRPr="00AF212E" w:rsidRDefault="009F403D" w:rsidP="00594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03D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составляет: 26639217,21 рублей, в том числе: средства федерального бюджета – 1653648,98 рублей, средства областного бюджета – 1550658,27 рублей, средства местного бюджета – 357443,96 рублей, иные источники – 14498552,0 рублей</w:t>
            </w:r>
          </w:p>
        </w:tc>
      </w:tr>
    </w:tbl>
    <w:p w:rsidR="00AF212E" w:rsidRPr="00AF212E" w:rsidRDefault="00AF212E" w:rsidP="00AF212E">
      <w:pPr>
        <w:keepNext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212E" w:rsidRPr="00AF212E" w:rsidRDefault="00AF212E" w:rsidP="00AF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212E" w:rsidRPr="00AF212E" w:rsidRDefault="00AF212E" w:rsidP="00AF212E">
      <w:pPr>
        <w:tabs>
          <w:tab w:val="left" w:pos="4536"/>
          <w:tab w:val="center" w:pos="4692"/>
          <w:tab w:val="left" w:pos="8789"/>
          <w:tab w:val="right" w:pos="9384"/>
        </w:tabs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AF212E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AF212E" w:rsidRPr="00AF212E" w:rsidRDefault="00AF212E" w:rsidP="00AF212E">
      <w:pPr>
        <w:tabs>
          <w:tab w:val="left" w:pos="4536"/>
          <w:tab w:val="left" w:pos="5103"/>
        </w:tabs>
        <w:spacing w:after="0" w:line="240" w:lineRule="auto"/>
        <w:ind w:left="4678"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к муниципальной программе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ab/>
        <w:t xml:space="preserve">   «Комплексное развитие сельских территорий </w:t>
      </w:r>
    </w:p>
    <w:p w:rsidR="00AF212E" w:rsidRPr="00AF212E" w:rsidRDefault="00AF212E" w:rsidP="00AF212E">
      <w:pPr>
        <w:pStyle w:val="ConsPlusNormal"/>
        <w:widowControl/>
        <w:tabs>
          <w:tab w:val="left" w:pos="4536"/>
        </w:tabs>
        <w:ind w:left="4536" w:right="-3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212E">
        <w:rPr>
          <w:rFonts w:ascii="Times New Roman" w:hAnsi="Times New Roman" w:cs="Times New Roman"/>
          <w:sz w:val="24"/>
          <w:szCs w:val="24"/>
        </w:rPr>
        <w:t xml:space="preserve">   Красноборского муниципального округа»</w:t>
      </w:r>
    </w:p>
    <w:p w:rsidR="00AF212E" w:rsidRDefault="00AF212E" w:rsidP="00AF212E">
      <w:pPr>
        <w:jc w:val="center"/>
      </w:pPr>
    </w:p>
    <w:p w:rsidR="00AF212E" w:rsidRDefault="00AF212E" w:rsidP="00AF212E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ПАСПОРТ</w:t>
      </w:r>
    </w:p>
    <w:p w:rsidR="00AF212E" w:rsidRPr="00C1433C" w:rsidRDefault="00AF212E" w:rsidP="00AF212E">
      <w:pPr>
        <w:spacing w:after="0" w:line="240" w:lineRule="auto"/>
        <w:jc w:val="center"/>
      </w:pPr>
      <w:r w:rsidRPr="00C1433C">
        <w:t xml:space="preserve"> подпрограммы №2  «</w:t>
      </w:r>
      <w:r w:rsidRPr="00837E2F">
        <w:t>Создание и развитие инфраструктуры на сельских территориях</w:t>
      </w:r>
      <w:r w:rsidRPr="00C1433C">
        <w:t>»</w:t>
      </w:r>
    </w:p>
    <w:p w:rsidR="00AF212E" w:rsidRPr="00C1433C" w:rsidRDefault="00AF212E" w:rsidP="00AF212E">
      <w:pPr>
        <w:spacing w:after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020"/>
      </w:tblGrid>
      <w:tr w:rsidR="00AF212E" w:rsidRPr="00C1433C" w:rsidTr="00213627">
        <w:trPr>
          <w:trHeight w:val="589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</w:t>
            </w:r>
            <w:r w:rsidRPr="00AF2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  «Создание и развитие инфраструктуры на сельских территориях» (далее – подпрограмма №2)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 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Отдел экономики и агропромышленного комплекса администрации Красноборского муниципального округа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хозяйства администрации Красноборского муниципального округа</w:t>
            </w:r>
          </w:p>
        </w:tc>
      </w:tr>
      <w:tr w:rsidR="00AF212E" w:rsidRPr="00C1433C" w:rsidTr="00213627">
        <w:trPr>
          <w:trHeight w:val="845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 Красноборского муниципального округа, образовательные организации района, учреждения культуры района</w:t>
            </w:r>
          </w:p>
        </w:tc>
      </w:tr>
      <w:tr w:rsidR="00AF212E" w:rsidRPr="00C1433C" w:rsidTr="00213627">
        <w:trPr>
          <w:trHeight w:val="57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pStyle w:val="ConsPlusCell"/>
              <w:widowControl/>
              <w:jc w:val="both"/>
            </w:pPr>
            <w:r w:rsidRPr="00AF212E">
              <w:t>повышение качества и комфорта сельской среды и создание условий для ее дальнейшего развития</w:t>
            </w:r>
          </w:p>
        </w:tc>
      </w:tr>
      <w:tr w:rsidR="00AF212E" w:rsidRPr="00C1433C" w:rsidTr="00213627">
        <w:trPr>
          <w:trHeight w:val="112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инфраструктуры;</w:t>
            </w:r>
          </w:p>
          <w:p w:rsidR="00AF212E" w:rsidRPr="00AF212E" w:rsidRDefault="00AF212E" w:rsidP="00AF212E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развитие транспортной инфраструктуры на сельских территориях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3. благоустройство сельских территорий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комплексного развития сельских территорий (сельских агломераций)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(реконструкция), капитальный ремонт, ремонт 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</w:tr>
      <w:tr w:rsidR="00AF212E" w:rsidRPr="00C1433C" w:rsidTr="00213627">
        <w:trPr>
          <w:trHeight w:val="883"/>
        </w:trPr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020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>2023 – 2026 годы.</w:t>
            </w:r>
          </w:p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2 реализуется в один этап </w:t>
            </w:r>
          </w:p>
        </w:tc>
      </w:tr>
      <w:tr w:rsidR="00AF212E" w:rsidRPr="00C1433C" w:rsidTr="00213627">
        <w:tc>
          <w:tcPr>
            <w:tcW w:w="2448" w:type="dxa"/>
          </w:tcPr>
          <w:p w:rsidR="00AF212E" w:rsidRPr="00AF212E" w:rsidRDefault="00AF212E" w:rsidP="00AF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2E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финансирования подпрограммы </w:t>
            </w:r>
          </w:p>
        </w:tc>
        <w:tc>
          <w:tcPr>
            <w:tcW w:w="7020" w:type="dxa"/>
          </w:tcPr>
          <w:p w:rsidR="00AF212E" w:rsidRPr="00AF212E" w:rsidRDefault="009F403D" w:rsidP="00594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03D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составляет: 2809855,79 рублей, в том числе: средства федерального бюджета –0,0 рублей, средства областного бюджета – 1916135,72 рублей, средства местного бюджета – 148953,26 рублей, иные источники – 744766,81 рублей</w:t>
            </w:r>
          </w:p>
        </w:tc>
      </w:tr>
    </w:tbl>
    <w:p w:rsidR="00AF212E" w:rsidRDefault="00AF212E" w:rsidP="00AF212E">
      <w:pPr>
        <w:keepNext/>
        <w:tabs>
          <w:tab w:val="left" w:pos="360"/>
        </w:tabs>
        <w:jc w:val="center"/>
        <w:rPr>
          <w:b/>
        </w:rPr>
      </w:pPr>
    </w:p>
    <w:p w:rsidR="005A309C" w:rsidRPr="003D49D2" w:rsidRDefault="009F403D" w:rsidP="009F403D">
      <w:pPr>
        <w:tabs>
          <w:tab w:val="left" w:pos="4536"/>
          <w:tab w:val="center" w:pos="4692"/>
          <w:tab w:val="left" w:pos="8789"/>
          <w:tab w:val="right" w:pos="9384"/>
        </w:tabs>
        <w:spacing w:after="0" w:line="240" w:lineRule="auto"/>
        <w:ind w:right="-31"/>
        <w:rPr>
          <w:sz w:val="26"/>
          <w:szCs w:val="26"/>
        </w:rPr>
      </w:pPr>
      <w:r w:rsidRPr="003D49D2">
        <w:rPr>
          <w:sz w:val="26"/>
          <w:szCs w:val="26"/>
        </w:rPr>
        <w:t xml:space="preserve"> </w:t>
      </w:r>
    </w:p>
    <w:p w:rsidR="00422979" w:rsidRDefault="00422979"/>
    <w:sectPr w:rsidR="00422979" w:rsidSect="00AF212E">
      <w:pgSz w:w="11906" w:h="16838"/>
      <w:pgMar w:top="567" w:right="851" w:bottom="1134" w:left="1701" w:header="709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AC6" w:rsidRDefault="000D7AC6" w:rsidP="00F94823">
      <w:pPr>
        <w:spacing w:after="0" w:line="240" w:lineRule="auto"/>
      </w:pPr>
      <w:r>
        <w:separator/>
      </w:r>
    </w:p>
  </w:endnote>
  <w:endnote w:type="continuationSeparator" w:id="1">
    <w:p w:rsidR="000D7AC6" w:rsidRDefault="000D7AC6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AC6" w:rsidRDefault="000D7AC6" w:rsidP="00F94823">
      <w:pPr>
        <w:spacing w:after="0" w:line="240" w:lineRule="auto"/>
      </w:pPr>
      <w:r>
        <w:separator/>
      </w:r>
    </w:p>
  </w:footnote>
  <w:footnote w:type="continuationSeparator" w:id="1">
    <w:p w:rsidR="000D7AC6" w:rsidRDefault="000D7AC6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2C3E"/>
    <w:rsid w:val="00004286"/>
    <w:rsid w:val="000210FB"/>
    <w:rsid w:val="000431D9"/>
    <w:rsid w:val="00064718"/>
    <w:rsid w:val="00072177"/>
    <w:rsid w:val="00072D0B"/>
    <w:rsid w:val="0008579E"/>
    <w:rsid w:val="000D7AC6"/>
    <w:rsid w:val="000F0741"/>
    <w:rsid w:val="000F4E36"/>
    <w:rsid w:val="001020F2"/>
    <w:rsid w:val="00142F93"/>
    <w:rsid w:val="0016225B"/>
    <w:rsid w:val="00213627"/>
    <w:rsid w:val="00232B3D"/>
    <w:rsid w:val="00243407"/>
    <w:rsid w:val="00267234"/>
    <w:rsid w:val="00272C3E"/>
    <w:rsid w:val="0028148E"/>
    <w:rsid w:val="00286957"/>
    <w:rsid w:val="002D78DF"/>
    <w:rsid w:val="00395752"/>
    <w:rsid w:val="003D1683"/>
    <w:rsid w:val="00422979"/>
    <w:rsid w:val="0046486E"/>
    <w:rsid w:val="00490F6C"/>
    <w:rsid w:val="004C5F20"/>
    <w:rsid w:val="004D53C7"/>
    <w:rsid w:val="004F6E3A"/>
    <w:rsid w:val="0050428A"/>
    <w:rsid w:val="00575A0A"/>
    <w:rsid w:val="005943A5"/>
    <w:rsid w:val="005A309C"/>
    <w:rsid w:val="005B49E1"/>
    <w:rsid w:val="0064700B"/>
    <w:rsid w:val="006561DF"/>
    <w:rsid w:val="006A69FB"/>
    <w:rsid w:val="00764191"/>
    <w:rsid w:val="007D2A61"/>
    <w:rsid w:val="007E7939"/>
    <w:rsid w:val="009428B2"/>
    <w:rsid w:val="0097190B"/>
    <w:rsid w:val="009E6234"/>
    <w:rsid w:val="009F403D"/>
    <w:rsid w:val="00A13C73"/>
    <w:rsid w:val="00A34E35"/>
    <w:rsid w:val="00A50298"/>
    <w:rsid w:val="00A5786A"/>
    <w:rsid w:val="00A77896"/>
    <w:rsid w:val="00A95E53"/>
    <w:rsid w:val="00AF212E"/>
    <w:rsid w:val="00AF5434"/>
    <w:rsid w:val="00AF7752"/>
    <w:rsid w:val="00B3445D"/>
    <w:rsid w:val="00B4322F"/>
    <w:rsid w:val="00BD3209"/>
    <w:rsid w:val="00BE71C4"/>
    <w:rsid w:val="00CE3B50"/>
    <w:rsid w:val="00D0789C"/>
    <w:rsid w:val="00D5546E"/>
    <w:rsid w:val="00D723BB"/>
    <w:rsid w:val="00E211E4"/>
    <w:rsid w:val="00E26B00"/>
    <w:rsid w:val="00E965C2"/>
    <w:rsid w:val="00EF4BBD"/>
    <w:rsid w:val="00F46792"/>
    <w:rsid w:val="00F94823"/>
    <w:rsid w:val="00FA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a9">
    <w:name w:val="No Spacing"/>
    <w:uiPriority w:val="1"/>
    <w:qFormat/>
    <w:rsid w:val="00490F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rsid w:val="00AF2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76;&#1077;&#1078;&#1076;&#1072;%20&#1042;&#1080;&#1082;&#1090;&#1086;&#1088;&#1086;&#1074;&#1085;&#1072;\Desktop\&#1048;&#1089;&#1090;&#1088;&#1091;&#1082;&#1094;&#1080;&#1103;%20&#1087;&#1086;%20&#1076;&#1087;\&#1073;&#1083;&#1072;&#1085;&#1082;&#1080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136</TotalTime>
  <Pages>10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Светлана Ворончихина</cp:lastModifiedBy>
  <cp:revision>15</cp:revision>
  <cp:lastPrinted>2024-02-28T12:29:00Z</cp:lastPrinted>
  <dcterms:created xsi:type="dcterms:W3CDTF">2024-02-28T08:19:00Z</dcterms:created>
  <dcterms:modified xsi:type="dcterms:W3CDTF">2024-03-07T07:14:00Z</dcterms:modified>
</cp:coreProperties>
</file>