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09B" w:rsidRDefault="005A309C" w:rsidP="008C109B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 xml:space="preserve">П О С Т А Н </w:t>
      </w:r>
      <w:r w:rsidRPr="008C109B">
        <w:rPr>
          <w:rFonts w:ascii="Times New Roman" w:hAnsi="Times New Roman" w:cs="Times New Roman"/>
          <w:b/>
          <w:noProof/>
          <w:sz w:val="28"/>
          <w:szCs w:val="28"/>
        </w:rPr>
        <w:t>О В</w:t>
      </w:r>
      <w:r w:rsidRPr="005A309C">
        <w:rPr>
          <w:rFonts w:ascii="Times New Roman" w:hAnsi="Times New Roman" w:cs="Times New Roman"/>
          <w:b/>
          <w:noProof/>
          <w:sz w:val="28"/>
          <w:szCs w:val="28"/>
        </w:rPr>
        <w:t xml:space="preserve"> Л Е Н И Е</w:t>
      </w:r>
    </w:p>
    <w:p w:rsidR="008C109B" w:rsidRDefault="008C109B" w:rsidP="008C109B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C109B" w:rsidRDefault="00DA323F" w:rsidP="005E320E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 </w:t>
      </w:r>
      <w:r w:rsidR="006C55AE">
        <w:rPr>
          <w:rFonts w:ascii="Times New Roman" w:hAnsi="Times New Roman" w:cs="Times New Roman"/>
          <w:sz w:val="28"/>
          <w:szCs w:val="28"/>
        </w:rPr>
        <w:t>февраля</w:t>
      </w:r>
      <w:r w:rsidR="00C0373D">
        <w:rPr>
          <w:rFonts w:ascii="Times New Roman" w:hAnsi="Times New Roman" w:cs="Times New Roman"/>
          <w:sz w:val="28"/>
          <w:szCs w:val="28"/>
        </w:rPr>
        <w:t xml:space="preserve">  2024</w:t>
      </w:r>
      <w:r w:rsidR="00A50298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 147</w:t>
      </w:r>
    </w:p>
    <w:p w:rsidR="005E320E" w:rsidRPr="005E320E" w:rsidRDefault="005E320E" w:rsidP="005E320E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1020F2" w:rsidRDefault="001020F2" w:rsidP="008C109B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5E320E" w:rsidRPr="005E320E" w:rsidRDefault="005E320E" w:rsidP="008C109B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5C8" w:rsidRDefault="002318DE" w:rsidP="005E320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DE">
        <w:rPr>
          <w:rFonts w:ascii="Times New Roman" w:hAnsi="Times New Roman" w:cs="Times New Roman"/>
          <w:b/>
          <w:sz w:val="28"/>
          <w:szCs w:val="28"/>
        </w:rPr>
        <w:t>О</w:t>
      </w:r>
      <w:r w:rsidR="005E320E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</w:t>
      </w:r>
      <w:r w:rsidR="008305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18DE" w:rsidRDefault="008305C8" w:rsidP="008305C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CB0708">
        <w:rPr>
          <w:rFonts w:ascii="Times New Roman" w:hAnsi="Times New Roman" w:cs="Times New Roman"/>
          <w:b/>
          <w:sz w:val="28"/>
          <w:szCs w:val="28"/>
        </w:rPr>
        <w:t xml:space="preserve"> от 08</w:t>
      </w:r>
      <w:r w:rsidR="005E320E">
        <w:rPr>
          <w:rFonts w:ascii="Times New Roman" w:hAnsi="Times New Roman" w:cs="Times New Roman"/>
          <w:b/>
          <w:sz w:val="28"/>
          <w:szCs w:val="28"/>
        </w:rPr>
        <w:t>.02.2024 года №</w:t>
      </w:r>
      <w:r w:rsidR="00CB0708">
        <w:rPr>
          <w:rFonts w:ascii="Times New Roman" w:hAnsi="Times New Roman" w:cs="Times New Roman"/>
          <w:b/>
          <w:sz w:val="28"/>
          <w:szCs w:val="28"/>
        </w:rPr>
        <w:t>101</w:t>
      </w:r>
    </w:p>
    <w:p w:rsidR="005E320E" w:rsidRPr="005E320E" w:rsidRDefault="005E320E" w:rsidP="005E320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8DE" w:rsidRPr="002318DE" w:rsidRDefault="002318DE" w:rsidP="002318D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31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8DE" w:rsidRPr="00B07152" w:rsidRDefault="002318DE" w:rsidP="002318DE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07152">
        <w:rPr>
          <w:rFonts w:ascii="Times New Roman" w:hAnsi="Times New Roman" w:cs="Times New Roman"/>
          <w:sz w:val="26"/>
          <w:szCs w:val="26"/>
        </w:rPr>
        <w:t xml:space="preserve">         В</w:t>
      </w:r>
      <w:r w:rsidR="00CB0708" w:rsidRPr="00B07152">
        <w:rPr>
          <w:rFonts w:ascii="Times New Roman" w:hAnsi="Times New Roman" w:cs="Times New Roman"/>
          <w:sz w:val="26"/>
          <w:szCs w:val="26"/>
        </w:rPr>
        <w:t>о исполнение  Федерального закона от 10.01.2003 №19-ФЗ «О выборах Президента Российской Федерации»,</w:t>
      </w:r>
      <w:r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="005E320E" w:rsidRPr="00B07152">
        <w:rPr>
          <w:rFonts w:ascii="Times New Roman" w:hAnsi="Times New Roman" w:cs="Times New Roman"/>
          <w:sz w:val="26"/>
          <w:szCs w:val="26"/>
        </w:rPr>
        <w:t>рассмотрев протест прокуратуры</w:t>
      </w:r>
      <w:r w:rsidR="00DA323F" w:rsidRPr="00B07152">
        <w:rPr>
          <w:rFonts w:ascii="Times New Roman" w:hAnsi="Times New Roman" w:cs="Times New Roman"/>
          <w:sz w:val="26"/>
          <w:szCs w:val="26"/>
        </w:rPr>
        <w:t xml:space="preserve">      </w:t>
      </w:r>
      <w:r w:rsidR="005E320E"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="00DA323F" w:rsidRPr="00B07152">
        <w:rPr>
          <w:rFonts w:ascii="Times New Roman" w:hAnsi="Times New Roman" w:cs="Times New Roman"/>
          <w:sz w:val="26"/>
          <w:szCs w:val="26"/>
        </w:rPr>
        <w:t xml:space="preserve">№7-25-2-24 </w:t>
      </w:r>
      <w:r w:rsidR="005E320E" w:rsidRPr="00B07152">
        <w:rPr>
          <w:rFonts w:ascii="Times New Roman" w:hAnsi="Times New Roman" w:cs="Times New Roman"/>
          <w:sz w:val="26"/>
          <w:szCs w:val="26"/>
        </w:rPr>
        <w:t xml:space="preserve">от 20.02.2024 года </w:t>
      </w:r>
      <w:r w:rsidRPr="00B07152">
        <w:rPr>
          <w:rFonts w:ascii="Times New Roman" w:hAnsi="Times New Roman" w:cs="Times New Roman"/>
          <w:sz w:val="26"/>
          <w:szCs w:val="26"/>
        </w:rPr>
        <w:t>администр</w:t>
      </w:r>
      <w:r w:rsidR="001677CA" w:rsidRPr="00B07152">
        <w:rPr>
          <w:rFonts w:ascii="Times New Roman" w:hAnsi="Times New Roman" w:cs="Times New Roman"/>
          <w:sz w:val="26"/>
          <w:szCs w:val="26"/>
        </w:rPr>
        <w:t xml:space="preserve">ация </w:t>
      </w:r>
      <w:r w:rsidRPr="00B07152">
        <w:rPr>
          <w:rFonts w:ascii="Times New Roman" w:hAnsi="Times New Roman" w:cs="Times New Roman"/>
          <w:sz w:val="26"/>
          <w:szCs w:val="26"/>
        </w:rPr>
        <w:t>Кр</w:t>
      </w:r>
      <w:r w:rsidR="001677CA" w:rsidRPr="00B07152">
        <w:rPr>
          <w:rFonts w:ascii="Times New Roman" w:hAnsi="Times New Roman" w:cs="Times New Roman"/>
          <w:sz w:val="26"/>
          <w:szCs w:val="26"/>
        </w:rPr>
        <w:t>асноборского муниципального округа</w:t>
      </w:r>
      <w:r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   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  </w:t>
      </w:r>
      <w:r w:rsidR="00165BA9"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Pr="00B07152">
        <w:rPr>
          <w:rFonts w:ascii="Times New Roman" w:hAnsi="Times New Roman" w:cs="Times New Roman"/>
          <w:b/>
          <w:sz w:val="26"/>
          <w:szCs w:val="26"/>
        </w:rPr>
        <w:t>п о с т а н о в л я е т</w:t>
      </w:r>
      <w:r w:rsidRPr="00B07152">
        <w:rPr>
          <w:rFonts w:ascii="Times New Roman" w:hAnsi="Times New Roman" w:cs="Times New Roman"/>
          <w:sz w:val="26"/>
          <w:szCs w:val="26"/>
        </w:rPr>
        <w:t>:</w:t>
      </w:r>
      <w:r w:rsidRPr="00B07152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AB7C78" w:rsidRPr="00B07152" w:rsidRDefault="005E320E" w:rsidP="00DA323F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07152">
        <w:rPr>
          <w:rFonts w:ascii="Times New Roman" w:hAnsi="Times New Roman" w:cs="Times New Roman"/>
          <w:sz w:val="26"/>
          <w:szCs w:val="26"/>
        </w:rPr>
        <w:t xml:space="preserve">       </w:t>
      </w:r>
      <w:r w:rsidR="002318DE" w:rsidRPr="00B07152">
        <w:rPr>
          <w:rFonts w:ascii="Times New Roman" w:hAnsi="Times New Roman" w:cs="Times New Roman"/>
          <w:sz w:val="26"/>
          <w:szCs w:val="26"/>
        </w:rPr>
        <w:t xml:space="preserve">1. </w:t>
      </w:r>
      <w:r w:rsidR="00AB7C78" w:rsidRPr="00B07152">
        <w:rPr>
          <w:rFonts w:ascii="Times New Roman" w:hAnsi="Times New Roman" w:cs="Times New Roman"/>
          <w:sz w:val="26"/>
          <w:szCs w:val="26"/>
        </w:rPr>
        <w:t>Внести в п</w:t>
      </w:r>
      <w:r w:rsidR="00CB0708" w:rsidRPr="00B07152">
        <w:rPr>
          <w:rFonts w:ascii="Times New Roman" w:hAnsi="Times New Roman" w:cs="Times New Roman"/>
          <w:sz w:val="26"/>
          <w:szCs w:val="26"/>
        </w:rPr>
        <w:t>остановление а</w:t>
      </w:r>
      <w:r w:rsidR="00DA323F" w:rsidRPr="00B07152">
        <w:rPr>
          <w:rFonts w:ascii="Times New Roman" w:hAnsi="Times New Roman" w:cs="Times New Roman"/>
          <w:sz w:val="26"/>
          <w:szCs w:val="26"/>
        </w:rPr>
        <w:t>дминистрации от 08</w:t>
      </w:r>
      <w:r w:rsidR="00CB0708" w:rsidRPr="00B07152">
        <w:rPr>
          <w:rFonts w:ascii="Times New Roman" w:hAnsi="Times New Roman" w:cs="Times New Roman"/>
          <w:sz w:val="26"/>
          <w:szCs w:val="26"/>
        </w:rPr>
        <w:t>.02.2024 года №101</w:t>
      </w:r>
      <w:r w:rsidR="00DA323F" w:rsidRPr="00B07152">
        <w:rPr>
          <w:rFonts w:ascii="Times New Roman" w:hAnsi="Times New Roman" w:cs="Times New Roman"/>
          <w:sz w:val="26"/>
          <w:szCs w:val="26"/>
        </w:rPr>
        <w:t xml:space="preserve"> «О местах размещения печатных агитационных и информационных материалов на территории Красноборского муниципального округа Архангельской области»</w:t>
      </w:r>
      <w:r w:rsidR="00AB7C78" w:rsidRPr="00B07152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727A8C" w:rsidRPr="00B07152" w:rsidRDefault="00DA323F" w:rsidP="00CB0708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07152">
        <w:rPr>
          <w:rFonts w:ascii="Times New Roman" w:hAnsi="Times New Roman" w:cs="Times New Roman"/>
          <w:sz w:val="26"/>
          <w:szCs w:val="26"/>
        </w:rPr>
        <w:t xml:space="preserve">       1.1</w:t>
      </w:r>
      <w:r w:rsidR="00AB7C78"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Pr="00B07152">
        <w:rPr>
          <w:rFonts w:ascii="Times New Roman" w:hAnsi="Times New Roman" w:cs="Times New Roman"/>
          <w:sz w:val="26"/>
          <w:szCs w:val="26"/>
        </w:rPr>
        <w:t>дополнить П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еречень мест </w:t>
      </w:r>
      <w:r w:rsidRPr="00B07152">
        <w:rPr>
          <w:rFonts w:ascii="Times New Roman" w:hAnsi="Times New Roman" w:cs="Times New Roman"/>
          <w:sz w:val="26"/>
          <w:szCs w:val="26"/>
        </w:rPr>
        <w:t>по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 УИК №443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 - 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 адрес</w:t>
      </w:r>
      <w:r w:rsidRPr="00B07152">
        <w:rPr>
          <w:rFonts w:ascii="Times New Roman" w:hAnsi="Times New Roman" w:cs="Times New Roman"/>
          <w:sz w:val="26"/>
          <w:szCs w:val="26"/>
        </w:rPr>
        <w:t>ом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места </w:t>
      </w:r>
      <w:r w:rsidR="00CB0708" w:rsidRPr="00B07152">
        <w:rPr>
          <w:rFonts w:ascii="Times New Roman" w:hAnsi="Times New Roman" w:cs="Times New Roman"/>
          <w:sz w:val="26"/>
          <w:szCs w:val="26"/>
        </w:rPr>
        <w:t>нахождения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: </w:t>
      </w:r>
      <w:r w:rsidRPr="00B07152">
        <w:rPr>
          <w:rFonts w:ascii="Times New Roman" w:hAnsi="Times New Roman" w:cs="Times New Roman"/>
          <w:sz w:val="26"/>
          <w:szCs w:val="26"/>
        </w:rPr>
        <w:t>«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доска объявлений </w:t>
      </w:r>
      <w:r w:rsidR="00D114C9" w:rsidRPr="00B07152">
        <w:rPr>
          <w:rFonts w:ascii="Times New Roman" w:hAnsi="Times New Roman" w:cs="Times New Roman"/>
          <w:sz w:val="26"/>
          <w:szCs w:val="26"/>
        </w:rPr>
        <w:t xml:space="preserve">Красноборск, </w:t>
      </w:r>
      <w:r w:rsidR="00CB0708" w:rsidRPr="00B07152">
        <w:rPr>
          <w:rFonts w:ascii="Times New Roman" w:hAnsi="Times New Roman" w:cs="Times New Roman"/>
          <w:sz w:val="26"/>
          <w:szCs w:val="26"/>
        </w:rPr>
        <w:t>ул. Свердлова</w:t>
      </w:r>
      <w:r w:rsidRPr="00B07152">
        <w:rPr>
          <w:rFonts w:ascii="Times New Roman" w:hAnsi="Times New Roman" w:cs="Times New Roman"/>
          <w:sz w:val="26"/>
          <w:szCs w:val="26"/>
        </w:rPr>
        <w:t>,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 напротив дома №19</w:t>
      </w:r>
      <w:r w:rsidRPr="00B07152">
        <w:rPr>
          <w:rFonts w:ascii="Times New Roman" w:hAnsi="Times New Roman" w:cs="Times New Roman"/>
          <w:sz w:val="26"/>
          <w:szCs w:val="26"/>
        </w:rPr>
        <w:t>»</w:t>
      </w:r>
      <w:r w:rsidR="00CB0708" w:rsidRPr="00B07152">
        <w:rPr>
          <w:rFonts w:ascii="Times New Roman" w:hAnsi="Times New Roman" w:cs="Times New Roman"/>
          <w:sz w:val="26"/>
          <w:szCs w:val="26"/>
        </w:rPr>
        <w:t>;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 УИК №451</w:t>
      </w:r>
      <w:r w:rsidR="00D114C9" w:rsidRPr="00B07152">
        <w:rPr>
          <w:rFonts w:ascii="Times New Roman" w:hAnsi="Times New Roman" w:cs="Times New Roman"/>
          <w:sz w:val="26"/>
          <w:szCs w:val="26"/>
        </w:rPr>
        <w:t>- адрес</w:t>
      </w:r>
      <w:r w:rsidRPr="00B07152">
        <w:rPr>
          <w:rFonts w:ascii="Times New Roman" w:hAnsi="Times New Roman" w:cs="Times New Roman"/>
          <w:sz w:val="26"/>
          <w:szCs w:val="26"/>
        </w:rPr>
        <w:t>ом</w:t>
      </w:r>
      <w:r w:rsidR="00D114C9" w:rsidRPr="00B07152">
        <w:rPr>
          <w:rFonts w:ascii="Times New Roman" w:hAnsi="Times New Roman" w:cs="Times New Roman"/>
          <w:sz w:val="26"/>
          <w:szCs w:val="26"/>
        </w:rPr>
        <w:t xml:space="preserve"> места нахождения: </w:t>
      </w:r>
      <w:r w:rsidRPr="00B07152">
        <w:rPr>
          <w:rFonts w:ascii="Times New Roman" w:hAnsi="Times New Roman" w:cs="Times New Roman"/>
          <w:sz w:val="26"/>
          <w:szCs w:val="26"/>
        </w:rPr>
        <w:t>«</w:t>
      </w:r>
      <w:r w:rsidR="00D114C9" w:rsidRPr="00B07152">
        <w:rPr>
          <w:rFonts w:ascii="Times New Roman" w:hAnsi="Times New Roman" w:cs="Times New Roman"/>
          <w:sz w:val="26"/>
          <w:szCs w:val="26"/>
        </w:rPr>
        <w:t>дер. Монастырская Пашня, д.58 доска объявлений на здании отделения  почтовой связи</w:t>
      </w:r>
      <w:r w:rsidRPr="00B07152">
        <w:rPr>
          <w:rFonts w:ascii="Times New Roman" w:hAnsi="Times New Roman" w:cs="Times New Roman"/>
          <w:sz w:val="26"/>
          <w:szCs w:val="26"/>
        </w:rPr>
        <w:t>»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; </w:t>
      </w:r>
      <w:r w:rsidRPr="00B07152">
        <w:rPr>
          <w:rFonts w:ascii="Times New Roman" w:hAnsi="Times New Roman" w:cs="Times New Roman"/>
          <w:sz w:val="26"/>
          <w:szCs w:val="26"/>
        </w:rPr>
        <w:t xml:space="preserve">по </w:t>
      </w:r>
      <w:r w:rsidR="00A67036" w:rsidRPr="00B07152">
        <w:rPr>
          <w:rFonts w:ascii="Times New Roman" w:hAnsi="Times New Roman" w:cs="Times New Roman"/>
          <w:sz w:val="26"/>
          <w:szCs w:val="26"/>
        </w:rPr>
        <w:t>УИК №455</w:t>
      </w:r>
      <w:r w:rsidR="00D114C9" w:rsidRPr="00B07152">
        <w:rPr>
          <w:rFonts w:ascii="Times New Roman" w:hAnsi="Times New Roman" w:cs="Times New Roman"/>
          <w:sz w:val="26"/>
          <w:szCs w:val="26"/>
        </w:rPr>
        <w:t xml:space="preserve"> -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 адрес</w:t>
      </w:r>
      <w:r w:rsidRPr="00B07152">
        <w:rPr>
          <w:rFonts w:ascii="Times New Roman" w:hAnsi="Times New Roman" w:cs="Times New Roman"/>
          <w:sz w:val="26"/>
          <w:szCs w:val="26"/>
        </w:rPr>
        <w:t>ом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 места нахождения: </w:t>
      </w:r>
      <w:r w:rsidRPr="00B07152">
        <w:rPr>
          <w:rFonts w:ascii="Times New Roman" w:hAnsi="Times New Roman" w:cs="Times New Roman"/>
          <w:sz w:val="26"/>
          <w:szCs w:val="26"/>
        </w:rPr>
        <w:t>«</w:t>
      </w:r>
      <w:r w:rsidR="00A67036" w:rsidRPr="00B07152">
        <w:rPr>
          <w:rFonts w:ascii="Times New Roman" w:hAnsi="Times New Roman" w:cs="Times New Roman"/>
          <w:sz w:val="26"/>
          <w:szCs w:val="26"/>
        </w:rPr>
        <w:t>дер. Верхняя Сергиевская, д.15 доска объявлений на магазине ИП Преминина</w:t>
      </w:r>
      <w:r w:rsidRPr="00B07152">
        <w:rPr>
          <w:rFonts w:ascii="Times New Roman" w:hAnsi="Times New Roman" w:cs="Times New Roman"/>
          <w:sz w:val="26"/>
          <w:szCs w:val="26"/>
        </w:rPr>
        <w:t>»</w:t>
      </w:r>
      <w:r w:rsidR="00A67036" w:rsidRPr="00B07152">
        <w:rPr>
          <w:rFonts w:ascii="Times New Roman" w:hAnsi="Times New Roman" w:cs="Times New Roman"/>
          <w:sz w:val="26"/>
          <w:szCs w:val="26"/>
        </w:rPr>
        <w:t>; УИК №454 – адрес</w:t>
      </w:r>
      <w:r w:rsidRPr="00B07152">
        <w:rPr>
          <w:rFonts w:ascii="Times New Roman" w:hAnsi="Times New Roman" w:cs="Times New Roman"/>
          <w:sz w:val="26"/>
          <w:szCs w:val="26"/>
        </w:rPr>
        <w:t>ом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 места нахождения</w:t>
      </w:r>
      <w:r w:rsidR="00D114C9" w:rsidRPr="00B07152">
        <w:rPr>
          <w:rFonts w:ascii="Times New Roman" w:hAnsi="Times New Roman" w:cs="Times New Roman"/>
          <w:sz w:val="26"/>
          <w:szCs w:val="26"/>
        </w:rPr>
        <w:t>:</w:t>
      </w:r>
      <w:r w:rsidR="00A67036"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Pr="00B07152">
        <w:rPr>
          <w:rFonts w:ascii="Times New Roman" w:hAnsi="Times New Roman" w:cs="Times New Roman"/>
          <w:sz w:val="26"/>
          <w:szCs w:val="26"/>
        </w:rPr>
        <w:t>«</w:t>
      </w:r>
      <w:r w:rsidR="00A67036" w:rsidRPr="00B07152">
        <w:rPr>
          <w:rFonts w:ascii="Times New Roman" w:hAnsi="Times New Roman" w:cs="Times New Roman"/>
          <w:sz w:val="26"/>
          <w:szCs w:val="26"/>
        </w:rPr>
        <w:t>дер. Верхнее Шилово, ул. Молодежная д.27</w:t>
      </w:r>
      <w:r w:rsidR="00D114C9" w:rsidRPr="00B07152">
        <w:rPr>
          <w:rFonts w:ascii="Times New Roman" w:hAnsi="Times New Roman" w:cs="Times New Roman"/>
          <w:sz w:val="26"/>
          <w:szCs w:val="26"/>
        </w:rPr>
        <w:t xml:space="preserve"> доска объявлений на здании магазина</w:t>
      </w:r>
      <w:r w:rsidRPr="00B07152">
        <w:rPr>
          <w:rFonts w:ascii="Times New Roman" w:hAnsi="Times New Roman" w:cs="Times New Roman"/>
          <w:sz w:val="26"/>
          <w:szCs w:val="26"/>
        </w:rPr>
        <w:t>».</w:t>
      </w:r>
    </w:p>
    <w:p w:rsidR="00CB0708" w:rsidRPr="00B07152" w:rsidRDefault="00B07152" w:rsidP="00CB0708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07152">
        <w:rPr>
          <w:rFonts w:ascii="Times New Roman" w:hAnsi="Times New Roman" w:cs="Times New Roman"/>
          <w:sz w:val="26"/>
          <w:szCs w:val="26"/>
        </w:rPr>
        <w:t xml:space="preserve">       1.2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 исключить из Перечня</w:t>
      </w:r>
      <w:r w:rsidR="00DA323F" w:rsidRPr="00B07152">
        <w:rPr>
          <w:rFonts w:ascii="Times New Roman" w:hAnsi="Times New Roman" w:cs="Times New Roman"/>
          <w:sz w:val="26"/>
          <w:szCs w:val="26"/>
        </w:rPr>
        <w:t xml:space="preserve"> мест</w:t>
      </w:r>
      <w:r w:rsidR="00CB0708" w:rsidRPr="00B07152">
        <w:rPr>
          <w:rFonts w:ascii="Times New Roman" w:hAnsi="Times New Roman" w:cs="Times New Roman"/>
          <w:sz w:val="26"/>
          <w:szCs w:val="26"/>
        </w:rPr>
        <w:t xml:space="preserve">: </w:t>
      </w:r>
      <w:r w:rsidRPr="00B07152">
        <w:rPr>
          <w:rFonts w:ascii="Times New Roman" w:hAnsi="Times New Roman" w:cs="Times New Roman"/>
          <w:sz w:val="26"/>
          <w:szCs w:val="26"/>
        </w:rPr>
        <w:t>по УИК №443- «</w:t>
      </w:r>
      <w:r w:rsidR="00CB0708" w:rsidRPr="00B07152">
        <w:rPr>
          <w:rFonts w:ascii="Times New Roman" w:hAnsi="Times New Roman" w:cs="Times New Roman"/>
          <w:sz w:val="26"/>
          <w:szCs w:val="26"/>
        </w:rPr>
        <w:t>Красноборск, Свердлова, д.14</w:t>
      </w:r>
      <w:r w:rsidRPr="00B07152">
        <w:rPr>
          <w:rFonts w:ascii="Times New Roman" w:hAnsi="Times New Roman" w:cs="Times New Roman"/>
          <w:sz w:val="26"/>
          <w:szCs w:val="26"/>
        </w:rPr>
        <w:t>»</w:t>
      </w:r>
      <w:r w:rsidR="00CB0708" w:rsidRPr="00B07152">
        <w:rPr>
          <w:rFonts w:ascii="Times New Roman" w:hAnsi="Times New Roman" w:cs="Times New Roman"/>
          <w:sz w:val="26"/>
          <w:szCs w:val="26"/>
        </w:rPr>
        <w:t>;</w:t>
      </w:r>
      <w:r w:rsidRPr="00B07152">
        <w:rPr>
          <w:rFonts w:ascii="Times New Roman" w:hAnsi="Times New Roman" w:cs="Times New Roman"/>
          <w:sz w:val="26"/>
          <w:szCs w:val="26"/>
        </w:rPr>
        <w:t xml:space="preserve"> по УИК №455 - «</w:t>
      </w:r>
      <w:r w:rsidR="003F2DD9" w:rsidRPr="00B07152">
        <w:rPr>
          <w:rFonts w:ascii="Times New Roman" w:hAnsi="Times New Roman" w:cs="Times New Roman"/>
          <w:sz w:val="26"/>
          <w:szCs w:val="26"/>
        </w:rPr>
        <w:t>дер. Верх</w:t>
      </w:r>
      <w:r w:rsidR="00CB0708" w:rsidRPr="00B07152">
        <w:rPr>
          <w:rFonts w:ascii="Times New Roman" w:hAnsi="Times New Roman" w:cs="Times New Roman"/>
          <w:sz w:val="26"/>
          <w:szCs w:val="26"/>
        </w:rPr>
        <w:t>няя Сергиевская, д. 7(отделение почтовой связи)</w:t>
      </w:r>
      <w:r w:rsidRPr="00B07152">
        <w:rPr>
          <w:rFonts w:ascii="Times New Roman" w:hAnsi="Times New Roman" w:cs="Times New Roman"/>
          <w:sz w:val="26"/>
          <w:szCs w:val="26"/>
        </w:rPr>
        <w:t>»</w:t>
      </w:r>
      <w:r w:rsidR="00D114C9" w:rsidRPr="00B07152">
        <w:rPr>
          <w:rFonts w:ascii="Times New Roman" w:hAnsi="Times New Roman" w:cs="Times New Roman"/>
          <w:sz w:val="26"/>
          <w:szCs w:val="26"/>
        </w:rPr>
        <w:t>;</w:t>
      </w:r>
      <w:r w:rsidR="003F2DD9"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Pr="00B07152">
        <w:rPr>
          <w:rFonts w:ascii="Times New Roman" w:hAnsi="Times New Roman" w:cs="Times New Roman"/>
          <w:sz w:val="26"/>
          <w:szCs w:val="26"/>
        </w:rPr>
        <w:t>по УИК №446 – «</w:t>
      </w:r>
      <w:r w:rsidR="003F2DD9" w:rsidRPr="00B07152">
        <w:rPr>
          <w:rFonts w:ascii="Times New Roman" w:hAnsi="Times New Roman" w:cs="Times New Roman"/>
          <w:sz w:val="26"/>
          <w:szCs w:val="26"/>
        </w:rPr>
        <w:t>дер. Большая Слудка, д.13 (отделение почтовой связи);</w:t>
      </w:r>
      <w:r w:rsidR="00D114C9" w:rsidRPr="00B07152">
        <w:rPr>
          <w:rFonts w:ascii="Times New Roman" w:hAnsi="Times New Roman" w:cs="Times New Roman"/>
          <w:sz w:val="26"/>
          <w:szCs w:val="26"/>
        </w:rPr>
        <w:t xml:space="preserve"> </w:t>
      </w:r>
      <w:r w:rsidRPr="00B07152">
        <w:rPr>
          <w:rFonts w:ascii="Times New Roman" w:hAnsi="Times New Roman" w:cs="Times New Roman"/>
          <w:sz w:val="26"/>
          <w:szCs w:val="26"/>
        </w:rPr>
        <w:t>по УИК №460- «</w:t>
      </w:r>
      <w:r w:rsidR="00D114C9" w:rsidRPr="00B07152">
        <w:rPr>
          <w:rFonts w:ascii="Times New Roman" w:hAnsi="Times New Roman" w:cs="Times New Roman"/>
          <w:sz w:val="26"/>
          <w:szCs w:val="26"/>
        </w:rPr>
        <w:t>дер. Емельяновская, отделение почтовой связи</w:t>
      </w:r>
      <w:r w:rsidRPr="00B07152">
        <w:rPr>
          <w:rFonts w:ascii="Times New Roman" w:hAnsi="Times New Roman" w:cs="Times New Roman"/>
          <w:sz w:val="26"/>
          <w:szCs w:val="26"/>
        </w:rPr>
        <w:t>»</w:t>
      </w:r>
      <w:r w:rsidR="00D114C9" w:rsidRPr="00B07152">
        <w:rPr>
          <w:rFonts w:ascii="Times New Roman" w:hAnsi="Times New Roman" w:cs="Times New Roman"/>
          <w:sz w:val="26"/>
          <w:szCs w:val="26"/>
        </w:rPr>
        <w:t>.</w:t>
      </w:r>
    </w:p>
    <w:p w:rsidR="00FD301C" w:rsidRPr="00B07152" w:rsidRDefault="00AB7C78" w:rsidP="00FD301C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B07152">
        <w:rPr>
          <w:rFonts w:ascii="Times New Roman" w:hAnsi="Times New Roman" w:cs="Times New Roman"/>
          <w:sz w:val="26"/>
          <w:szCs w:val="26"/>
        </w:rPr>
        <w:t xml:space="preserve">       2</w:t>
      </w:r>
      <w:r w:rsidR="00FD301C" w:rsidRPr="00B07152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подписания и подлежит</w:t>
      </w:r>
      <w:r w:rsidR="00B07152" w:rsidRPr="00B07152">
        <w:rPr>
          <w:rFonts w:ascii="Times New Roman" w:hAnsi="Times New Roman" w:cs="Times New Roman"/>
          <w:sz w:val="26"/>
          <w:szCs w:val="26"/>
        </w:rPr>
        <w:t xml:space="preserve"> размещению на официальном сайте администрации Красноборского муниципального округа</w:t>
      </w:r>
      <w:r w:rsidR="00FD301C" w:rsidRPr="00B07152">
        <w:rPr>
          <w:rFonts w:ascii="Times New Roman" w:hAnsi="Times New Roman" w:cs="Times New Roman"/>
          <w:sz w:val="26"/>
          <w:szCs w:val="26"/>
        </w:rPr>
        <w:t>.</w:t>
      </w:r>
    </w:p>
    <w:p w:rsidR="00FD301C" w:rsidRPr="00B07152" w:rsidRDefault="00FD301C" w:rsidP="00FD301C">
      <w:pPr>
        <w:pStyle w:val="a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70368F" w:rsidRPr="00B07152" w:rsidRDefault="0070368F" w:rsidP="0070368F">
      <w:pPr>
        <w:pStyle w:val="a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BE295D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       Е.А. Вяткин</w:t>
      </w:r>
    </w:p>
    <w:p w:rsidR="005A309C" w:rsidRPr="005A309C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5A309C" w:rsidRPr="00680278" w:rsidRDefault="005A309C" w:rsidP="0068027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0368F" w:rsidRDefault="0070368F" w:rsidP="00680278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0368F" w:rsidRDefault="0070368F" w:rsidP="00680278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70368F" w:rsidSect="00F94823">
      <w:pgSz w:w="11906" w:h="16838"/>
      <w:pgMar w:top="568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EED" w:rsidRDefault="009A2EED" w:rsidP="00F94823">
      <w:pPr>
        <w:spacing w:after="0" w:line="240" w:lineRule="auto"/>
      </w:pPr>
      <w:r>
        <w:separator/>
      </w:r>
    </w:p>
  </w:endnote>
  <w:endnote w:type="continuationSeparator" w:id="1">
    <w:p w:rsidR="009A2EED" w:rsidRDefault="009A2EED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EED" w:rsidRDefault="009A2EED" w:rsidP="00F94823">
      <w:pPr>
        <w:spacing w:after="0" w:line="240" w:lineRule="auto"/>
      </w:pPr>
      <w:r>
        <w:separator/>
      </w:r>
    </w:p>
  </w:footnote>
  <w:footnote w:type="continuationSeparator" w:id="1">
    <w:p w:rsidR="009A2EED" w:rsidRDefault="009A2EED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2C3E"/>
    <w:rsid w:val="000431D9"/>
    <w:rsid w:val="00064718"/>
    <w:rsid w:val="00085169"/>
    <w:rsid w:val="0008579E"/>
    <w:rsid w:val="001020F2"/>
    <w:rsid w:val="00142F93"/>
    <w:rsid w:val="00165BA9"/>
    <w:rsid w:val="001677CA"/>
    <w:rsid w:val="00191FF0"/>
    <w:rsid w:val="002318DE"/>
    <w:rsid w:val="00232B3D"/>
    <w:rsid w:val="00243407"/>
    <w:rsid w:val="00267234"/>
    <w:rsid w:val="00272C3E"/>
    <w:rsid w:val="002A7754"/>
    <w:rsid w:val="002E496B"/>
    <w:rsid w:val="002E7E09"/>
    <w:rsid w:val="00395752"/>
    <w:rsid w:val="003D1683"/>
    <w:rsid w:val="003F2DD9"/>
    <w:rsid w:val="00422979"/>
    <w:rsid w:val="004A1D4B"/>
    <w:rsid w:val="004E4218"/>
    <w:rsid w:val="00500F7C"/>
    <w:rsid w:val="00534C56"/>
    <w:rsid w:val="005A309C"/>
    <w:rsid w:val="005E320E"/>
    <w:rsid w:val="006561DF"/>
    <w:rsid w:val="00680278"/>
    <w:rsid w:val="006A562F"/>
    <w:rsid w:val="006C55AE"/>
    <w:rsid w:val="0070368F"/>
    <w:rsid w:val="00725D8A"/>
    <w:rsid w:val="00727A8C"/>
    <w:rsid w:val="008305C8"/>
    <w:rsid w:val="008C109B"/>
    <w:rsid w:val="008E5EDB"/>
    <w:rsid w:val="008F471C"/>
    <w:rsid w:val="0097190B"/>
    <w:rsid w:val="009A2EED"/>
    <w:rsid w:val="009C6DCF"/>
    <w:rsid w:val="00A13C73"/>
    <w:rsid w:val="00A34E35"/>
    <w:rsid w:val="00A45B6F"/>
    <w:rsid w:val="00A50298"/>
    <w:rsid w:val="00A67036"/>
    <w:rsid w:val="00AA7931"/>
    <w:rsid w:val="00AB7C78"/>
    <w:rsid w:val="00AF7752"/>
    <w:rsid w:val="00B07152"/>
    <w:rsid w:val="00B53B11"/>
    <w:rsid w:val="00B71ED7"/>
    <w:rsid w:val="00B73148"/>
    <w:rsid w:val="00BE295D"/>
    <w:rsid w:val="00C0373D"/>
    <w:rsid w:val="00C81F43"/>
    <w:rsid w:val="00C93DB0"/>
    <w:rsid w:val="00CB0708"/>
    <w:rsid w:val="00D0789C"/>
    <w:rsid w:val="00D114C9"/>
    <w:rsid w:val="00D5546E"/>
    <w:rsid w:val="00D723BB"/>
    <w:rsid w:val="00DA323F"/>
    <w:rsid w:val="00E965C2"/>
    <w:rsid w:val="00F94823"/>
    <w:rsid w:val="00FD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paragraph" w:styleId="1">
    <w:name w:val="heading 1"/>
    <w:basedOn w:val="a"/>
    <w:next w:val="a"/>
    <w:link w:val="10"/>
    <w:qFormat/>
    <w:rsid w:val="00C037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character" w:customStyle="1" w:styleId="10">
    <w:name w:val="Заголовок 1 Знак"/>
    <w:basedOn w:val="a0"/>
    <w:link w:val="1"/>
    <w:rsid w:val="00C037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1">
    <w:name w:val="Основной текст 21"/>
    <w:basedOn w:val="a"/>
    <w:rsid w:val="00C0373D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7"/>
      <w:szCs w:val="20"/>
    </w:rPr>
  </w:style>
  <w:style w:type="paragraph" w:styleId="3">
    <w:name w:val="Body Text 3"/>
    <w:basedOn w:val="a"/>
    <w:link w:val="30"/>
    <w:rsid w:val="00C0373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0373D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No Spacing"/>
    <w:uiPriority w:val="1"/>
    <w:qFormat/>
    <w:rsid w:val="00C0373D"/>
    <w:pPr>
      <w:spacing w:after="0" w:line="240" w:lineRule="auto"/>
    </w:pPr>
  </w:style>
  <w:style w:type="paragraph" w:styleId="aa">
    <w:name w:val="Body Text"/>
    <w:basedOn w:val="a"/>
    <w:link w:val="ab"/>
    <w:rsid w:val="00500F7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500F7C"/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сновной текст 22"/>
    <w:basedOn w:val="a"/>
    <w:rsid w:val="002318D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7"/>
      <w:szCs w:val="20"/>
    </w:rPr>
  </w:style>
  <w:style w:type="paragraph" w:customStyle="1" w:styleId="23">
    <w:name w:val="Основной текст 23"/>
    <w:basedOn w:val="a"/>
    <w:rsid w:val="00FD301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72;&#1076;&#1077;&#1078;&#1076;&#1072;%20&#1042;&#1080;&#1082;&#1090;&#1086;&#1088;&#1086;&#1074;&#1085;&#1072;\Desktop\&#1048;&#1089;&#1090;&#1088;&#1091;&#1082;&#1094;&#1080;&#1103;%20&#1087;&#1086;%20&#1076;&#1087;\&#1073;&#1083;&#1072;&#1085;&#1082;&#1080;\&#1073;&#1083;&#1072;&#1085;&#1082;&#1080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131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</dc:creator>
  <cp:lastModifiedBy>Надежда Викторовна</cp:lastModifiedBy>
  <cp:revision>16</cp:revision>
  <cp:lastPrinted>2024-03-01T08:38:00Z</cp:lastPrinted>
  <dcterms:created xsi:type="dcterms:W3CDTF">2024-01-17T06:11:00Z</dcterms:created>
  <dcterms:modified xsi:type="dcterms:W3CDTF">2024-03-04T11:39:00Z</dcterms:modified>
</cp:coreProperties>
</file>