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от </w:t>
      </w:r>
      <w:r w:rsidR="0015136E">
        <w:rPr>
          <w:rFonts w:ascii="Times New Roman" w:hAnsi="Times New Roman" w:cs="Times New Roman"/>
          <w:sz w:val="28"/>
          <w:szCs w:val="28"/>
        </w:rPr>
        <w:t>19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9132CE">
        <w:rPr>
          <w:rFonts w:ascii="Times New Roman" w:hAnsi="Times New Roman" w:cs="Times New Roman"/>
          <w:sz w:val="28"/>
          <w:szCs w:val="28"/>
        </w:rPr>
        <w:t>января 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15136E">
        <w:rPr>
          <w:rFonts w:ascii="Times New Roman" w:hAnsi="Times New Roman" w:cs="Times New Roman"/>
          <w:sz w:val="28"/>
          <w:szCs w:val="28"/>
        </w:rPr>
        <w:t>33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P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A35EA" w:rsidRPr="009A35EA" w:rsidRDefault="009A35EA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b/>
          <w:sz w:val="28"/>
          <w:szCs w:val="28"/>
        </w:rPr>
        <w:t>Об утверждении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инвестиционной программы </w:t>
      </w:r>
    </w:p>
    <w:p w:rsidR="009A35EA" w:rsidRPr="009A35EA" w:rsidRDefault="009A35EA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b/>
          <w:sz w:val="28"/>
          <w:szCs w:val="28"/>
        </w:rPr>
        <w:t>Красноборск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9A35EA" w:rsidRPr="009A35EA" w:rsidRDefault="009A35EA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A309C" w:rsidRPr="005A309C" w:rsidRDefault="005A309C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32CE" w:rsidRPr="009132CE" w:rsidRDefault="009A35EA" w:rsidP="009132C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9A35E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E78CB">
          <w:rPr>
            <w:rFonts w:ascii="Times New Roman" w:hAnsi="Times New Roman" w:cs="Times New Roman"/>
            <w:sz w:val="28"/>
            <w:szCs w:val="28"/>
          </w:rPr>
          <w:t>21</w:t>
        </w:r>
        <w:r w:rsidRPr="009A35EA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3E78CB" w:rsidRPr="003E78CB">
        <w:rPr>
          <w:rFonts w:ascii="Times New Roman" w:hAnsi="Times New Roman" w:cs="Times New Roman"/>
          <w:sz w:val="28"/>
          <w:szCs w:val="28"/>
        </w:rPr>
        <w:t>7</w:t>
      </w:r>
      <w:r w:rsidRPr="009A35EA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муниципальн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округа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Архангельской области,</w:t>
      </w:r>
      <w:r w:rsidRPr="009A35EA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решением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Собрания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депутатов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Красноборск</w:t>
      </w:r>
      <w:r w:rsidR="003E78CB">
        <w:rPr>
          <w:rFonts w:ascii="Times New Roman" w:hAnsi="Times New Roman" w:cs="Times New Roman"/>
          <w:sz w:val="28"/>
          <w:szCs w:val="28"/>
        </w:rPr>
        <w:t xml:space="preserve">ого </w:t>
      </w:r>
      <w:r w:rsidRPr="009A35EA">
        <w:rPr>
          <w:rFonts w:ascii="Times New Roman" w:hAnsi="Times New Roman" w:cs="Times New Roman"/>
          <w:sz w:val="28"/>
          <w:szCs w:val="28"/>
        </w:rPr>
        <w:t>муниципальн</w:t>
      </w:r>
      <w:r w:rsidR="003E78CB">
        <w:rPr>
          <w:rFonts w:ascii="Times New Roman" w:hAnsi="Times New Roman" w:cs="Times New Roman"/>
          <w:sz w:val="28"/>
          <w:szCs w:val="28"/>
        </w:rPr>
        <w:t>ого</w:t>
      </w:r>
      <w:r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sz w:val="28"/>
          <w:szCs w:val="28"/>
        </w:rPr>
        <w:t>округа</w:t>
      </w:r>
      <w:r w:rsidRPr="009A35EA">
        <w:rPr>
          <w:rFonts w:ascii="Times New Roman" w:hAnsi="Times New Roman" w:cs="Times New Roman"/>
          <w:sz w:val="28"/>
          <w:szCs w:val="28"/>
        </w:rPr>
        <w:t xml:space="preserve"> от </w:t>
      </w:r>
      <w:r w:rsidR="003E78CB">
        <w:rPr>
          <w:rFonts w:ascii="Times New Roman" w:hAnsi="Times New Roman" w:cs="Times New Roman"/>
          <w:sz w:val="28"/>
          <w:szCs w:val="28"/>
        </w:rPr>
        <w:t>23</w:t>
      </w:r>
      <w:r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sz w:val="28"/>
          <w:szCs w:val="28"/>
        </w:rPr>
        <w:t>ноября</w:t>
      </w:r>
      <w:r w:rsidRPr="009A35EA">
        <w:rPr>
          <w:rFonts w:ascii="Times New Roman" w:hAnsi="Times New Roman" w:cs="Times New Roman"/>
          <w:sz w:val="28"/>
          <w:szCs w:val="28"/>
        </w:rPr>
        <w:t xml:space="preserve"> 202</w:t>
      </w:r>
      <w:r w:rsidR="003E78CB">
        <w:rPr>
          <w:rFonts w:ascii="Times New Roman" w:hAnsi="Times New Roman" w:cs="Times New Roman"/>
          <w:sz w:val="28"/>
          <w:szCs w:val="28"/>
        </w:rPr>
        <w:t>3</w:t>
      </w:r>
      <w:r w:rsidRPr="009A35EA">
        <w:rPr>
          <w:rFonts w:ascii="Times New Roman" w:hAnsi="Times New Roman" w:cs="Times New Roman"/>
          <w:sz w:val="28"/>
          <w:szCs w:val="28"/>
        </w:rPr>
        <w:t xml:space="preserve"> года № 23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и Порядком формирования и реализации муниципальной инвестиционной программы МО «Красноборский муниципальный район», утвержденного постановлением администрации от 13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октября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2021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года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№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752,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9132CE" w:rsidRPr="009132CE">
        <w:rPr>
          <w:rFonts w:ascii="Times New Roman" w:hAnsi="Times New Roman" w:cs="Times New Roman"/>
          <w:sz w:val="28"/>
          <w:szCs w:val="28"/>
        </w:rPr>
        <w:t xml:space="preserve">администрация Красноборского муниципального округа  </w:t>
      </w:r>
      <w:r w:rsidR="009132CE" w:rsidRPr="009132CE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E78CB" w:rsidRPr="003E78CB" w:rsidRDefault="003E78CB" w:rsidP="003E78CB">
      <w:pPr>
        <w:tabs>
          <w:tab w:val="left" w:pos="709"/>
          <w:tab w:val="left" w:pos="900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78C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8CB">
        <w:rPr>
          <w:rFonts w:ascii="Times New Roman" w:hAnsi="Times New Roman" w:cs="Times New Roman"/>
          <w:sz w:val="28"/>
          <w:szCs w:val="28"/>
        </w:rPr>
        <w:t>Утвердить прилагаемую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78C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78CB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3E78CB" w:rsidRPr="003E78CB" w:rsidRDefault="003E78CB" w:rsidP="003E78CB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8C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начальника финансового Управления администрации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 xml:space="preserve"> Н.С. Антуфьеву.</w:t>
      </w:r>
    </w:p>
    <w:p w:rsidR="00AF7752" w:rsidRPr="003E78CB" w:rsidRDefault="003E78CB" w:rsidP="003E78CB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78C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>.</w:t>
      </w:r>
    </w:p>
    <w:p w:rsidR="009D343F" w:rsidRDefault="009D343F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E78CB" w:rsidRDefault="003E78CB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22979" w:rsidRDefault="00422979"/>
    <w:sectPr w:rsidR="00422979" w:rsidSect="003E78CB">
      <w:pgSz w:w="11906" w:h="16838"/>
      <w:pgMar w:top="568" w:right="707" w:bottom="993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459" w:rsidRDefault="00D35459" w:rsidP="00F94823">
      <w:pPr>
        <w:spacing w:after="0" w:line="240" w:lineRule="auto"/>
      </w:pPr>
      <w:r>
        <w:separator/>
      </w:r>
    </w:p>
  </w:endnote>
  <w:endnote w:type="continuationSeparator" w:id="1">
    <w:p w:rsidR="00D35459" w:rsidRDefault="00D35459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459" w:rsidRDefault="00D35459" w:rsidP="00F94823">
      <w:pPr>
        <w:spacing w:after="0" w:line="240" w:lineRule="auto"/>
      </w:pPr>
      <w:r>
        <w:separator/>
      </w:r>
    </w:p>
  </w:footnote>
  <w:footnote w:type="continuationSeparator" w:id="1">
    <w:p w:rsidR="00D35459" w:rsidRDefault="00D35459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B708D7"/>
    <w:multiLevelType w:val="hybridMultilevel"/>
    <w:tmpl w:val="2EB8CE3C"/>
    <w:lvl w:ilvl="0" w:tplc="DFFC47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343F"/>
    <w:rsid w:val="000431D9"/>
    <w:rsid w:val="00064718"/>
    <w:rsid w:val="00083B70"/>
    <w:rsid w:val="00083DB5"/>
    <w:rsid w:val="0008579E"/>
    <w:rsid w:val="001020F2"/>
    <w:rsid w:val="00142F93"/>
    <w:rsid w:val="0015136E"/>
    <w:rsid w:val="001A0DA4"/>
    <w:rsid w:val="00232B3D"/>
    <w:rsid w:val="00243407"/>
    <w:rsid w:val="00267234"/>
    <w:rsid w:val="00287767"/>
    <w:rsid w:val="002962E6"/>
    <w:rsid w:val="00314C23"/>
    <w:rsid w:val="003D1683"/>
    <w:rsid w:val="003E78CB"/>
    <w:rsid w:val="00422979"/>
    <w:rsid w:val="005A05ED"/>
    <w:rsid w:val="005A309C"/>
    <w:rsid w:val="0064654B"/>
    <w:rsid w:val="006561DF"/>
    <w:rsid w:val="00710DD6"/>
    <w:rsid w:val="007960B9"/>
    <w:rsid w:val="007B58B3"/>
    <w:rsid w:val="007E17E9"/>
    <w:rsid w:val="009132CE"/>
    <w:rsid w:val="0097190B"/>
    <w:rsid w:val="00997F91"/>
    <w:rsid w:val="009A35EA"/>
    <w:rsid w:val="009D343F"/>
    <w:rsid w:val="00A13C73"/>
    <w:rsid w:val="00A34E35"/>
    <w:rsid w:val="00AA7F86"/>
    <w:rsid w:val="00AD4154"/>
    <w:rsid w:val="00AF7752"/>
    <w:rsid w:val="00CE023C"/>
    <w:rsid w:val="00D0789C"/>
    <w:rsid w:val="00D35459"/>
    <w:rsid w:val="00D5546E"/>
    <w:rsid w:val="00D723BB"/>
    <w:rsid w:val="00E965C2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FBDB3670E6C64D05572CA0F82F05B9045D938FFD99490FE187F9EAEF10F5C2C6E49A25F544E997E827240186504928F1FA55155FFA04E5E1388EDW1CD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0;\&#1060;&#1059;\&#1053;&#1055;&#1040;%20&#1087;&#1086;%20&#1086;&#1090;&#1076;&#1077;&#1083;&#1091;%20&#1082;&#1086;&#1085;&#1090;&#1088;&#1086;&#1083;&#1103;\2024\&#1059;&#1087;&#1086;&#1083;&#1085;.%20&#1089;%20&#1092;&#1077;&#1088;&#1077;%20&#1079;&#1072;&#1082;&#1091;&#1087;&#1086;&#1082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781E-8A6E-4CA4-A18D-1C6B7F04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2024-01-23T11:12:00Z</cp:lastPrinted>
  <dcterms:created xsi:type="dcterms:W3CDTF">2024-01-15T13:55:00Z</dcterms:created>
  <dcterms:modified xsi:type="dcterms:W3CDTF">2024-01-23T11:12:00Z</dcterms:modified>
</cp:coreProperties>
</file>