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79E" w:rsidRDefault="005A309C" w:rsidP="00DD54F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noProof/>
          <w:color w:val="000000"/>
          <w:sz w:val="26"/>
          <w:szCs w:val="26"/>
        </w:rPr>
        <w:drawing>
          <wp:inline distT="0" distB="0" distL="0" distR="0">
            <wp:extent cx="360000" cy="439400"/>
            <wp:effectExtent l="19050" t="0" r="1950" b="0"/>
            <wp:docPr id="3" name="Рисунок 1" descr="C:\Users\User\Desktop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Герб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09C" w:rsidRDefault="005A309C" w:rsidP="00232B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АДМИНИСТРАЦИЯ КРАСНОБО</w:t>
      </w:r>
      <w:r w:rsidR="00F94823">
        <w:rPr>
          <w:rFonts w:ascii="Times New Roman" w:hAnsi="Times New Roman" w:cs="Times New Roman"/>
          <w:b/>
          <w:sz w:val="26"/>
          <w:szCs w:val="26"/>
        </w:rPr>
        <w:t>Р</w:t>
      </w:r>
      <w:r w:rsidRPr="005A309C">
        <w:rPr>
          <w:rFonts w:ascii="Times New Roman" w:hAnsi="Times New Roman" w:cs="Times New Roman"/>
          <w:b/>
          <w:sz w:val="26"/>
          <w:szCs w:val="26"/>
        </w:rPr>
        <w:t>СКОГО МУНИЦИПАЛЬНОГО ОКРУГА</w:t>
      </w:r>
    </w:p>
    <w:p w:rsidR="005A309C" w:rsidRDefault="005A309C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A309C">
        <w:rPr>
          <w:rFonts w:ascii="Times New Roman" w:hAnsi="Times New Roman" w:cs="Times New Roman"/>
          <w:b/>
          <w:sz w:val="26"/>
          <w:szCs w:val="26"/>
        </w:rPr>
        <w:t>АРХАНГЕЛЬСКОЙ ОБЛАСТИ</w:t>
      </w:r>
    </w:p>
    <w:p w:rsidR="00232B3D" w:rsidRPr="005A309C" w:rsidRDefault="00232B3D" w:rsidP="00232B3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B438B8" w:rsidRDefault="005A309C" w:rsidP="00B438B8">
      <w:pPr>
        <w:pStyle w:val="a9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B438B8">
        <w:rPr>
          <w:rFonts w:ascii="Times New Roman" w:hAnsi="Times New Roman" w:cs="Times New Roman"/>
          <w:b/>
          <w:noProof/>
          <w:sz w:val="28"/>
          <w:szCs w:val="28"/>
        </w:rPr>
        <w:t>П О С Т А Н О В Л Е Н И Е</w:t>
      </w:r>
    </w:p>
    <w:p w:rsidR="00B438B8" w:rsidRDefault="00B438B8" w:rsidP="00B438B8">
      <w:pPr>
        <w:pStyle w:val="a9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B438B8" w:rsidRPr="00B438B8" w:rsidRDefault="00B438B8" w:rsidP="00B438B8">
      <w:pPr>
        <w:pStyle w:val="a9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5A309C" w:rsidRDefault="003128C9" w:rsidP="00B438B8">
      <w:pPr>
        <w:pStyle w:val="a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23 </w:t>
      </w:r>
      <w:r w:rsidR="00DD1CB4">
        <w:rPr>
          <w:rFonts w:ascii="Times New Roman" w:hAnsi="Times New Roman" w:cs="Times New Roman"/>
        </w:rPr>
        <w:t>декабря</w:t>
      </w:r>
      <w:r w:rsidR="0086054A" w:rsidRPr="00B438B8">
        <w:rPr>
          <w:rFonts w:ascii="Times New Roman" w:hAnsi="Times New Roman" w:cs="Times New Roman"/>
        </w:rPr>
        <w:t xml:space="preserve"> 2024</w:t>
      </w:r>
      <w:r w:rsidR="005A309C" w:rsidRPr="00B438B8">
        <w:rPr>
          <w:rFonts w:ascii="Times New Roman" w:hAnsi="Times New Roman" w:cs="Times New Roman"/>
        </w:rPr>
        <w:t xml:space="preserve"> года</w:t>
      </w:r>
      <w:r w:rsidR="00B438B8">
        <w:rPr>
          <w:rFonts w:ascii="Times New Roman" w:hAnsi="Times New Roman" w:cs="Times New Roman"/>
        </w:rPr>
        <w:t xml:space="preserve"> </w:t>
      </w:r>
      <w:r w:rsidR="00275AF0">
        <w:rPr>
          <w:rFonts w:ascii="Times New Roman" w:hAnsi="Times New Roman" w:cs="Times New Roman"/>
        </w:rPr>
        <w:t>№  1154</w:t>
      </w:r>
    </w:p>
    <w:p w:rsidR="00B438B8" w:rsidRPr="00B438B8" w:rsidRDefault="00B438B8" w:rsidP="00B438B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750BFC" w:rsidRPr="00B438B8" w:rsidRDefault="00750BFC" w:rsidP="00B438B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1020F2" w:rsidRPr="00B438B8" w:rsidRDefault="001020F2" w:rsidP="00B438B8">
      <w:pPr>
        <w:pStyle w:val="a9"/>
        <w:jc w:val="center"/>
        <w:rPr>
          <w:rFonts w:ascii="Times New Roman" w:hAnsi="Times New Roman" w:cs="Times New Roman"/>
          <w:sz w:val="20"/>
          <w:szCs w:val="20"/>
        </w:rPr>
      </w:pPr>
      <w:r w:rsidRPr="00B438B8">
        <w:rPr>
          <w:rFonts w:ascii="Times New Roman" w:hAnsi="Times New Roman" w:cs="Times New Roman"/>
          <w:sz w:val="20"/>
          <w:szCs w:val="20"/>
        </w:rPr>
        <w:t>с. Красноборск</w:t>
      </w:r>
    </w:p>
    <w:p w:rsidR="001020F2" w:rsidRPr="00B438B8" w:rsidRDefault="001020F2" w:rsidP="00B438B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1020F2" w:rsidRPr="00B438B8" w:rsidRDefault="001020F2" w:rsidP="00B438B8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</w:p>
    <w:p w:rsidR="001D7691" w:rsidRPr="001D7691" w:rsidRDefault="001D7691" w:rsidP="001D76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691">
        <w:rPr>
          <w:rFonts w:ascii="Times New Roman" w:hAnsi="Times New Roman" w:cs="Times New Roman"/>
          <w:b/>
          <w:sz w:val="28"/>
          <w:szCs w:val="28"/>
        </w:rPr>
        <w:t>Об утверждении Порядка</w:t>
      </w:r>
    </w:p>
    <w:p w:rsidR="001D7691" w:rsidRPr="001D7691" w:rsidRDefault="001D7691" w:rsidP="001D76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7691">
        <w:rPr>
          <w:rFonts w:ascii="Times New Roman" w:hAnsi="Times New Roman" w:cs="Times New Roman"/>
          <w:b/>
          <w:sz w:val="28"/>
          <w:szCs w:val="28"/>
        </w:rPr>
        <w:t>предоставления субсидий</w:t>
      </w:r>
      <w:r w:rsidR="00054719">
        <w:rPr>
          <w:rFonts w:ascii="Times New Roman" w:hAnsi="Times New Roman" w:cs="Times New Roman"/>
          <w:b/>
          <w:sz w:val="28"/>
          <w:szCs w:val="28"/>
        </w:rPr>
        <w:t xml:space="preserve"> на возмещение части затрат</w:t>
      </w:r>
    </w:p>
    <w:p w:rsidR="001D7691" w:rsidRPr="001D7691" w:rsidRDefault="00054719" w:rsidP="001D76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созданию</w:t>
      </w:r>
      <w:r w:rsidR="001D7691" w:rsidRPr="001D7691">
        <w:rPr>
          <w:rFonts w:ascii="Times New Roman" w:hAnsi="Times New Roman" w:cs="Times New Roman"/>
          <w:b/>
          <w:sz w:val="28"/>
          <w:szCs w:val="28"/>
        </w:rPr>
        <w:t xml:space="preserve"> условий для обеспечения</w:t>
      </w:r>
    </w:p>
    <w:p w:rsidR="001D7691" w:rsidRPr="001D7691" w:rsidRDefault="00DB1D23" w:rsidP="001D7691">
      <w:pPr>
        <w:spacing w:after="0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жителей муниципального округа</w:t>
      </w:r>
      <w:r w:rsidR="001D7691" w:rsidRPr="001D7691">
        <w:rPr>
          <w:rFonts w:ascii="Times New Roman" w:hAnsi="Times New Roman" w:cs="Times New Roman"/>
          <w:b/>
          <w:sz w:val="28"/>
          <w:szCs w:val="28"/>
        </w:rPr>
        <w:t xml:space="preserve"> услугами торговли</w:t>
      </w:r>
    </w:p>
    <w:p w:rsidR="00AE5E6A" w:rsidRPr="00AE5E6A" w:rsidRDefault="00AE5E6A" w:rsidP="001D7691">
      <w:pPr>
        <w:jc w:val="center"/>
        <w:rPr>
          <w:b/>
          <w:sz w:val="28"/>
          <w:szCs w:val="28"/>
        </w:rPr>
      </w:pPr>
    </w:p>
    <w:p w:rsidR="001D7691" w:rsidRPr="000032D9" w:rsidRDefault="00FA65DE" w:rsidP="00DD54FA">
      <w:pPr>
        <w:tabs>
          <w:tab w:val="left" w:pos="709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2D9">
        <w:rPr>
          <w:rFonts w:ascii="Times New Roman" w:hAnsi="Times New Roman" w:cs="Times New Roman"/>
          <w:sz w:val="28"/>
          <w:szCs w:val="28"/>
        </w:rPr>
        <w:t>В соответствии со статьей 78 Бюджетного</w:t>
      </w:r>
      <w:r w:rsidR="001E78B2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Федерации, </w:t>
      </w:r>
      <w:r w:rsidRPr="000032D9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</w:t>
      </w:r>
      <w:r w:rsidRPr="000032D9">
        <w:rPr>
          <w:rFonts w:ascii="Times New Roman" w:hAnsi="Times New Roman" w:cs="Times New Roman"/>
          <w:sz w:val="28"/>
          <w:szCs w:val="28"/>
        </w:rPr>
        <w:br/>
        <w:t xml:space="preserve">от 25 октября 2023 года № 1782 «Об утверждении общих требований </w:t>
      </w:r>
      <w:r w:rsidRPr="000032D9">
        <w:rPr>
          <w:rFonts w:ascii="Times New Roman" w:hAnsi="Times New Roman" w:cs="Times New Roman"/>
          <w:sz w:val="28"/>
          <w:szCs w:val="28"/>
        </w:rPr>
        <w:br/>
        <w:t>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</w:t>
      </w:r>
      <w:r w:rsidR="00360CC8">
        <w:rPr>
          <w:rFonts w:ascii="Times New Roman" w:hAnsi="Times New Roman" w:cs="Times New Roman"/>
          <w:sz w:val="28"/>
          <w:szCs w:val="28"/>
        </w:rPr>
        <w:t xml:space="preserve">в </w:t>
      </w:r>
      <w:r w:rsidR="00360CC8">
        <w:rPr>
          <w:rFonts w:ascii="Times New Roman" w:hAnsi="Times New Roman" w:cs="Times New Roman"/>
          <w:sz w:val="28"/>
          <w:szCs w:val="28"/>
        </w:rPr>
        <w:br/>
        <w:t xml:space="preserve">в форме субсидий», </w:t>
      </w:r>
      <w:r w:rsidRPr="000032D9">
        <w:rPr>
          <w:rFonts w:ascii="Times New Roman" w:hAnsi="Times New Roman" w:cs="Times New Roman"/>
          <w:sz w:val="28"/>
          <w:szCs w:val="28"/>
        </w:rPr>
        <w:t>руководствуясь Уставом Красноборского муниципального округа</w:t>
      </w:r>
      <w:r w:rsidR="001E78B2">
        <w:rPr>
          <w:rFonts w:ascii="Times New Roman" w:hAnsi="Times New Roman" w:cs="Times New Roman"/>
          <w:sz w:val="28"/>
          <w:szCs w:val="28"/>
        </w:rPr>
        <w:t xml:space="preserve"> Архангельской области, </w:t>
      </w:r>
      <w:r w:rsidR="006140E9" w:rsidRPr="000032D9">
        <w:rPr>
          <w:rFonts w:ascii="Times New Roman" w:hAnsi="Times New Roman" w:cs="Times New Roman"/>
          <w:bCs/>
          <w:sz w:val="28"/>
          <w:szCs w:val="28"/>
        </w:rPr>
        <w:t>администрация Красноборского муниципального округа</w:t>
      </w:r>
      <w:r w:rsidR="002E742A" w:rsidRPr="000032D9">
        <w:rPr>
          <w:rFonts w:ascii="Times New Roman" w:hAnsi="Times New Roman" w:cs="Times New Roman"/>
          <w:sz w:val="28"/>
          <w:szCs w:val="28"/>
        </w:rPr>
        <w:t xml:space="preserve"> </w:t>
      </w:r>
      <w:r w:rsidR="001D7691" w:rsidRPr="000032D9">
        <w:rPr>
          <w:rFonts w:ascii="Times New Roman" w:hAnsi="Times New Roman" w:cs="Times New Roman"/>
          <w:sz w:val="28"/>
          <w:szCs w:val="28"/>
        </w:rPr>
        <w:t xml:space="preserve"> </w:t>
      </w:r>
      <w:r w:rsidR="000032D9">
        <w:rPr>
          <w:rFonts w:ascii="Times New Roman" w:hAnsi="Times New Roman" w:cs="Times New Roman"/>
          <w:b/>
          <w:sz w:val="28"/>
          <w:szCs w:val="28"/>
        </w:rPr>
        <w:t>п</w:t>
      </w:r>
      <w:r w:rsidR="001E78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32D9">
        <w:rPr>
          <w:rFonts w:ascii="Times New Roman" w:hAnsi="Times New Roman" w:cs="Times New Roman"/>
          <w:b/>
          <w:sz w:val="28"/>
          <w:szCs w:val="28"/>
        </w:rPr>
        <w:t>о</w:t>
      </w:r>
      <w:r w:rsidR="001E78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32D9">
        <w:rPr>
          <w:rFonts w:ascii="Times New Roman" w:hAnsi="Times New Roman" w:cs="Times New Roman"/>
          <w:b/>
          <w:sz w:val="28"/>
          <w:szCs w:val="28"/>
        </w:rPr>
        <w:t>с</w:t>
      </w:r>
      <w:r w:rsidR="001E78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32D9">
        <w:rPr>
          <w:rFonts w:ascii="Times New Roman" w:hAnsi="Times New Roman" w:cs="Times New Roman"/>
          <w:b/>
          <w:sz w:val="28"/>
          <w:szCs w:val="28"/>
        </w:rPr>
        <w:t>т</w:t>
      </w:r>
      <w:r w:rsidR="001E78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32D9">
        <w:rPr>
          <w:rFonts w:ascii="Times New Roman" w:hAnsi="Times New Roman" w:cs="Times New Roman"/>
          <w:b/>
          <w:sz w:val="28"/>
          <w:szCs w:val="28"/>
        </w:rPr>
        <w:t>а</w:t>
      </w:r>
      <w:r w:rsidR="001E78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32D9">
        <w:rPr>
          <w:rFonts w:ascii="Times New Roman" w:hAnsi="Times New Roman" w:cs="Times New Roman"/>
          <w:b/>
          <w:sz w:val="28"/>
          <w:szCs w:val="28"/>
        </w:rPr>
        <w:t>н</w:t>
      </w:r>
      <w:r w:rsidR="001E78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32D9">
        <w:rPr>
          <w:rFonts w:ascii="Times New Roman" w:hAnsi="Times New Roman" w:cs="Times New Roman"/>
          <w:b/>
          <w:sz w:val="28"/>
          <w:szCs w:val="28"/>
        </w:rPr>
        <w:t>о</w:t>
      </w:r>
      <w:r w:rsidR="001E78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32D9">
        <w:rPr>
          <w:rFonts w:ascii="Times New Roman" w:hAnsi="Times New Roman" w:cs="Times New Roman"/>
          <w:b/>
          <w:sz w:val="28"/>
          <w:szCs w:val="28"/>
        </w:rPr>
        <w:t>в</w:t>
      </w:r>
      <w:r w:rsidR="001E78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32D9">
        <w:rPr>
          <w:rFonts w:ascii="Times New Roman" w:hAnsi="Times New Roman" w:cs="Times New Roman"/>
          <w:b/>
          <w:sz w:val="28"/>
          <w:szCs w:val="28"/>
        </w:rPr>
        <w:t>л</w:t>
      </w:r>
      <w:r w:rsidR="001E78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32D9">
        <w:rPr>
          <w:rFonts w:ascii="Times New Roman" w:hAnsi="Times New Roman" w:cs="Times New Roman"/>
          <w:b/>
          <w:sz w:val="28"/>
          <w:szCs w:val="28"/>
        </w:rPr>
        <w:t>я</w:t>
      </w:r>
      <w:r w:rsidR="001E78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032D9">
        <w:rPr>
          <w:rFonts w:ascii="Times New Roman" w:hAnsi="Times New Roman" w:cs="Times New Roman"/>
          <w:b/>
          <w:sz w:val="28"/>
          <w:szCs w:val="28"/>
        </w:rPr>
        <w:t>е</w:t>
      </w:r>
      <w:r w:rsidR="001E78B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7691" w:rsidRPr="000032D9">
        <w:rPr>
          <w:rFonts w:ascii="Times New Roman" w:hAnsi="Times New Roman" w:cs="Times New Roman"/>
          <w:b/>
          <w:sz w:val="28"/>
          <w:szCs w:val="28"/>
        </w:rPr>
        <w:t>т:</w:t>
      </w:r>
    </w:p>
    <w:p w:rsidR="001D7691" w:rsidRPr="000032D9" w:rsidRDefault="001D7691" w:rsidP="00DD54FA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32D9">
        <w:rPr>
          <w:rFonts w:ascii="Times New Roman" w:hAnsi="Times New Roman" w:cs="Times New Roman"/>
          <w:bCs/>
          <w:sz w:val="28"/>
          <w:szCs w:val="28"/>
        </w:rPr>
        <w:t xml:space="preserve">1. Утвердить прилагаемый Порядок предоставления субсидий </w:t>
      </w:r>
      <w:r w:rsidRPr="000032D9">
        <w:rPr>
          <w:rFonts w:ascii="Times New Roman" w:hAnsi="Times New Roman" w:cs="Times New Roman"/>
          <w:sz w:val="28"/>
          <w:szCs w:val="28"/>
        </w:rPr>
        <w:t>на</w:t>
      </w:r>
      <w:r w:rsidR="00094299" w:rsidRPr="000032D9">
        <w:rPr>
          <w:rFonts w:ascii="Times New Roman" w:hAnsi="Times New Roman" w:cs="Times New Roman"/>
          <w:sz w:val="28"/>
          <w:szCs w:val="28"/>
        </w:rPr>
        <w:t xml:space="preserve"> возмещение части затрат по созданию</w:t>
      </w:r>
      <w:r w:rsidRPr="000032D9">
        <w:rPr>
          <w:rFonts w:ascii="Times New Roman" w:hAnsi="Times New Roman" w:cs="Times New Roman"/>
          <w:sz w:val="28"/>
          <w:szCs w:val="28"/>
        </w:rPr>
        <w:t xml:space="preserve"> условий д</w:t>
      </w:r>
      <w:r w:rsidR="006E2164">
        <w:rPr>
          <w:rFonts w:ascii="Times New Roman" w:hAnsi="Times New Roman" w:cs="Times New Roman"/>
          <w:sz w:val="28"/>
          <w:szCs w:val="28"/>
        </w:rPr>
        <w:t>ля обеспечения жителей муниципального округа</w:t>
      </w:r>
      <w:r w:rsidRPr="000032D9">
        <w:rPr>
          <w:rFonts w:ascii="Times New Roman" w:hAnsi="Times New Roman" w:cs="Times New Roman"/>
          <w:sz w:val="28"/>
          <w:szCs w:val="28"/>
        </w:rPr>
        <w:t xml:space="preserve"> услугами торговли</w:t>
      </w:r>
      <w:r w:rsidRPr="000032D9">
        <w:rPr>
          <w:rFonts w:ascii="Times New Roman" w:hAnsi="Times New Roman" w:cs="Times New Roman"/>
          <w:bCs/>
          <w:sz w:val="28"/>
          <w:szCs w:val="28"/>
        </w:rPr>
        <w:t>.</w:t>
      </w:r>
    </w:p>
    <w:p w:rsidR="005F67BD" w:rsidRPr="000032D9" w:rsidRDefault="005F67BD" w:rsidP="002E742A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32D9">
        <w:rPr>
          <w:rFonts w:ascii="Times New Roman" w:hAnsi="Times New Roman" w:cs="Times New Roman"/>
          <w:bCs/>
          <w:sz w:val="28"/>
          <w:szCs w:val="28"/>
        </w:rPr>
        <w:t>2.</w:t>
      </w:r>
      <w:r w:rsidR="00CF5A5B" w:rsidRPr="000032D9">
        <w:rPr>
          <w:rFonts w:ascii="Times New Roman" w:hAnsi="Times New Roman" w:cs="Times New Roman"/>
          <w:bCs/>
          <w:sz w:val="28"/>
          <w:szCs w:val="28"/>
        </w:rPr>
        <w:t xml:space="preserve"> Признать утратившим силу</w:t>
      </w:r>
      <w:r w:rsidR="006E216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C3585" w:rsidRPr="000032D9">
        <w:rPr>
          <w:rFonts w:ascii="Times New Roman" w:hAnsi="Times New Roman" w:cs="Times New Roman"/>
          <w:bCs/>
          <w:sz w:val="28"/>
          <w:szCs w:val="28"/>
        </w:rPr>
        <w:t xml:space="preserve">постановление администрации МО «Красноборский муниципальный район» </w:t>
      </w:r>
      <w:r w:rsidR="004B32AF">
        <w:rPr>
          <w:rFonts w:ascii="Times New Roman" w:hAnsi="Times New Roman" w:cs="Times New Roman"/>
          <w:bCs/>
          <w:sz w:val="28"/>
          <w:szCs w:val="28"/>
        </w:rPr>
        <w:t xml:space="preserve"> от 18 декабря 2023 года № 1014 </w:t>
      </w:r>
      <w:r w:rsidR="00924308">
        <w:rPr>
          <w:rFonts w:ascii="Times New Roman" w:hAnsi="Times New Roman" w:cs="Times New Roman"/>
          <w:bCs/>
          <w:sz w:val="28"/>
          <w:szCs w:val="28"/>
        </w:rPr>
        <w:t>«Об утверждении Порядка предоставления субсидий на создание условий для обеспечения жителей поселений услугами торговли».</w:t>
      </w:r>
    </w:p>
    <w:p w:rsidR="001D7691" w:rsidRPr="000032D9" w:rsidRDefault="005F67BD" w:rsidP="001D769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032D9">
        <w:rPr>
          <w:rFonts w:ascii="Times New Roman" w:hAnsi="Times New Roman" w:cs="Times New Roman"/>
          <w:sz w:val="28"/>
          <w:szCs w:val="28"/>
        </w:rPr>
        <w:t>3</w:t>
      </w:r>
      <w:r w:rsidR="001D7691" w:rsidRPr="000032D9">
        <w:rPr>
          <w:rFonts w:ascii="Times New Roman" w:hAnsi="Times New Roman" w:cs="Times New Roman"/>
          <w:sz w:val="28"/>
          <w:szCs w:val="28"/>
        </w:rPr>
        <w:t xml:space="preserve">. </w:t>
      </w:r>
      <w:r w:rsidR="001D7691" w:rsidRPr="000032D9">
        <w:rPr>
          <w:rFonts w:ascii="Times New Roman" w:hAnsi="Times New Roman" w:cs="Times New Roman"/>
          <w:bCs/>
          <w:sz w:val="28"/>
          <w:szCs w:val="28"/>
        </w:rPr>
        <w:t>Настоящее постановление вступает в силу</w:t>
      </w:r>
      <w:r w:rsidR="006E2164">
        <w:rPr>
          <w:rFonts w:ascii="Times New Roman" w:hAnsi="Times New Roman" w:cs="Times New Roman"/>
          <w:bCs/>
          <w:sz w:val="28"/>
          <w:szCs w:val="28"/>
        </w:rPr>
        <w:t xml:space="preserve"> с 1 января 2025</w:t>
      </w:r>
      <w:r w:rsidR="006E2164" w:rsidRPr="000032D9">
        <w:rPr>
          <w:rFonts w:ascii="Times New Roman" w:hAnsi="Times New Roman" w:cs="Times New Roman"/>
          <w:bCs/>
          <w:sz w:val="28"/>
          <w:szCs w:val="28"/>
        </w:rPr>
        <w:t xml:space="preserve"> года</w:t>
      </w:r>
      <w:r w:rsidR="001D7691" w:rsidRPr="000032D9">
        <w:rPr>
          <w:rFonts w:ascii="Times New Roman" w:hAnsi="Times New Roman" w:cs="Times New Roman"/>
          <w:bCs/>
          <w:sz w:val="28"/>
          <w:szCs w:val="28"/>
        </w:rPr>
        <w:t>, подлежит официальному опубликованию и размещению на официальном сайте администрации Красноборского муниципального округа.</w:t>
      </w:r>
    </w:p>
    <w:p w:rsidR="003E4BBC" w:rsidRPr="000032D9" w:rsidRDefault="003E4BBC" w:rsidP="001D7691">
      <w:pPr>
        <w:tabs>
          <w:tab w:val="left" w:pos="709"/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D1CB4" w:rsidRDefault="00DD1CB4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A309C" w:rsidRPr="000032D9" w:rsidRDefault="009C794C" w:rsidP="005A309C">
      <w:pPr>
        <w:pStyle w:val="ConsPlusNormal"/>
        <w:widowControl/>
        <w:tabs>
          <w:tab w:val="left" w:pos="7200"/>
        </w:tabs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Глава</w:t>
      </w:r>
      <w:r w:rsidR="005A309C" w:rsidRPr="000032D9">
        <w:rPr>
          <w:rFonts w:ascii="Times New Roman" w:hAnsi="Times New Roman" w:cs="Times New Roman"/>
          <w:color w:val="000000"/>
          <w:sz w:val="28"/>
          <w:szCs w:val="28"/>
        </w:rPr>
        <w:t xml:space="preserve"> Красноборского</w:t>
      </w:r>
      <w:r w:rsidR="005A309C" w:rsidRPr="000032D9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A309C" w:rsidRPr="000032D9" w:rsidRDefault="005A309C" w:rsidP="005A309C">
      <w:pPr>
        <w:pStyle w:val="ConsPlu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0032D9">
        <w:rPr>
          <w:rFonts w:ascii="Times New Roman" w:hAnsi="Times New Roman" w:cs="Times New Roman"/>
          <w:b w:val="0"/>
          <w:color w:val="000000"/>
          <w:sz w:val="28"/>
          <w:szCs w:val="28"/>
        </w:rPr>
        <w:t>муниципального округа</w:t>
      </w:r>
      <w:r w:rsidRPr="000032D9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Pr="000032D9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Pr="000032D9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Pr="000032D9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Pr="000032D9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="009C794C">
        <w:rPr>
          <w:rFonts w:ascii="Times New Roman" w:hAnsi="Times New Roman" w:cs="Times New Roman"/>
          <w:b w:val="0"/>
          <w:color w:val="000000"/>
          <w:sz w:val="28"/>
          <w:szCs w:val="28"/>
        </w:rPr>
        <w:tab/>
        <w:t xml:space="preserve">           Е.А. Вяткин</w:t>
      </w:r>
    </w:p>
    <w:p w:rsidR="00422979" w:rsidRPr="000032D9" w:rsidRDefault="00422979">
      <w:pPr>
        <w:rPr>
          <w:rFonts w:ascii="Times New Roman" w:hAnsi="Times New Roman" w:cs="Times New Roman"/>
        </w:rPr>
      </w:pPr>
    </w:p>
    <w:sectPr w:rsidR="00422979" w:rsidRPr="000032D9" w:rsidSect="00DD1CB4">
      <w:pgSz w:w="11906" w:h="16838"/>
      <w:pgMar w:top="568" w:right="850" w:bottom="0" w:left="1701" w:header="708" w:footer="9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89A" w:rsidRDefault="001A189A" w:rsidP="00F94823">
      <w:pPr>
        <w:spacing w:after="0" w:line="240" w:lineRule="auto"/>
      </w:pPr>
      <w:r>
        <w:separator/>
      </w:r>
    </w:p>
  </w:endnote>
  <w:endnote w:type="continuationSeparator" w:id="1">
    <w:p w:rsidR="001A189A" w:rsidRDefault="001A189A" w:rsidP="00F94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89A" w:rsidRDefault="001A189A" w:rsidP="00F94823">
      <w:pPr>
        <w:spacing w:after="0" w:line="240" w:lineRule="auto"/>
      </w:pPr>
      <w:r>
        <w:separator/>
      </w:r>
    </w:p>
  </w:footnote>
  <w:footnote w:type="continuationSeparator" w:id="1">
    <w:p w:rsidR="001A189A" w:rsidRDefault="001A189A" w:rsidP="00F948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8323F"/>
    <w:multiLevelType w:val="hybridMultilevel"/>
    <w:tmpl w:val="A9720596"/>
    <w:lvl w:ilvl="0" w:tplc="83C22620">
      <w:start w:val="1"/>
      <w:numFmt w:val="decimal"/>
      <w:lvlText w:val="%1."/>
      <w:lvlJc w:val="left"/>
      <w:pPr>
        <w:tabs>
          <w:tab w:val="num" w:pos="1905"/>
        </w:tabs>
        <w:ind w:left="190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37F96"/>
    <w:rsid w:val="000032D9"/>
    <w:rsid w:val="000431D9"/>
    <w:rsid w:val="000533D7"/>
    <w:rsid w:val="00054719"/>
    <w:rsid w:val="00064718"/>
    <w:rsid w:val="0008579E"/>
    <w:rsid w:val="00094299"/>
    <w:rsid w:val="001020F2"/>
    <w:rsid w:val="00142F93"/>
    <w:rsid w:val="001543E0"/>
    <w:rsid w:val="00155404"/>
    <w:rsid w:val="001A189A"/>
    <w:rsid w:val="001D7691"/>
    <w:rsid w:val="001E78B2"/>
    <w:rsid w:val="00232B3D"/>
    <w:rsid w:val="00243407"/>
    <w:rsid w:val="00262752"/>
    <w:rsid w:val="00267234"/>
    <w:rsid w:val="00275AF0"/>
    <w:rsid w:val="00281E68"/>
    <w:rsid w:val="002B050B"/>
    <w:rsid w:val="002C40CE"/>
    <w:rsid w:val="002C5C37"/>
    <w:rsid w:val="002D1A60"/>
    <w:rsid w:val="002E742A"/>
    <w:rsid w:val="003128C9"/>
    <w:rsid w:val="003360F4"/>
    <w:rsid w:val="00360CC8"/>
    <w:rsid w:val="0037364B"/>
    <w:rsid w:val="003D1683"/>
    <w:rsid w:val="003E4BBC"/>
    <w:rsid w:val="00422979"/>
    <w:rsid w:val="004B0704"/>
    <w:rsid w:val="004B32AF"/>
    <w:rsid w:val="004C658E"/>
    <w:rsid w:val="00500631"/>
    <w:rsid w:val="00531869"/>
    <w:rsid w:val="00541F55"/>
    <w:rsid w:val="005615E6"/>
    <w:rsid w:val="005A309C"/>
    <w:rsid w:val="005F4C65"/>
    <w:rsid w:val="005F67BD"/>
    <w:rsid w:val="006140E9"/>
    <w:rsid w:val="00622617"/>
    <w:rsid w:val="00624702"/>
    <w:rsid w:val="00626303"/>
    <w:rsid w:val="00651D88"/>
    <w:rsid w:val="006561DF"/>
    <w:rsid w:val="00673EFD"/>
    <w:rsid w:val="006B1F92"/>
    <w:rsid w:val="006E2164"/>
    <w:rsid w:val="007072EC"/>
    <w:rsid w:val="0071215C"/>
    <w:rsid w:val="00716FF4"/>
    <w:rsid w:val="00750BFC"/>
    <w:rsid w:val="00753596"/>
    <w:rsid w:val="00771A58"/>
    <w:rsid w:val="007848E0"/>
    <w:rsid w:val="007916B7"/>
    <w:rsid w:val="007B726A"/>
    <w:rsid w:val="007C32DC"/>
    <w:rsid w:val="00837F96"/>
    <w:rsid w:val="00851541"/>
    <w:rsid w:val="0086054A"/>
    <w:rsid w:val="008D5B81"/>
    <w:rsid w:val="008E2588"/>
    <w:rsid w:val="00924308"/>
    <w:rsid w:val="0097190B"/>
    <w:rsid w:val="009927B2"/>
    <w:rsid w:val="009A2DCD"/>
    <w:rsid w:val="009C012F"/>
    <w:rsid w:val="009C794C"/>
    <w:rsid w:val="009E3A5B"/>
    <w:rsid w:val="00A13C73"/>
    <w:rsid w:val="00A34E35"/>
    <w:rsid w:val="00A51C99"/>
    <w:rsid w:val="00A92F7D"/>
    <w:rsid w:val="00AE5E6A"/>
    <w:rsid w:val="00AF7752"/>
    <w:rsid w:val="00B2021D"/>
    <w:rsid w:val="00B20F19"/>
    <w:rsid w:val="00B438B8"/>
    <w:rsid w:val="00B71D51"/>
    <w:rsid w:val="00C36958"/>
    <w:rsid w:val="00C52B85"/>
    <w:rsid w:val="00CC3585"/>
    <w:rsid w:val="00CE4F39"/>
    <w:rsid w:val="00CF5A5B"/>
    <w:rsid w:val="00D0789C"/>
    <w:rsid w:val="00D50D6D"/>
    <w:rsid w:val="00D5546E"/>
    <w:rsid w:val="00D723BB"/>
    <w:rsid w:val="00D95971"/>
    <w:rsid w:val="00DB1D23"/>
    <w:rsid w:val="00DD1CB4"/>
    <w:rsid w:val="00DD54FA"/>
    <w:rsid w:val="00E965C2"/>
    <w:rsid w:val="00EC4FEB"/>
    <w:rsid w:val="00EE5DC1"/>
    <w:rsid w:val="00EF6554"/>
    <w:rsid w:val="00F12F49"/>
    <w:rsid w:val="00F4058C"/>
    <w:rsid w:val="00F45A1D"/>
    <w:rsid w:val="00F817EC"/>
    <w:rsid w:val="00F94823"/>
    <w:rsid w:val="00FA65DE"/>
    <w:rsid w:val="00FB406C"/>
    <w:rsid w:val="00FD2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1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30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5A30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A3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309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94823"/>
  </w:style>
  <w:style w:type="paragraph" w:styleId="a7">
    <w:name w:val="footer"/>
    <w:basedOn w:val="a"/>
    <w:link w:val="a8"/>
    <w:uiPriority w:val="99"/>
    <w:semiHidden/>
    <w:unhideWhenUsed/>
    <w:rsid w:val="00F948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94823"/>
  </w:style>
  <w:style w:type="paragraph" w:styleId="a9">
    <w:name w:val="No Spacing"/>
    <w:uiPriority w:val="1"/>
    <w:qFormat/>
    <w:rsid w:val="00B438B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46;&#1080;&#1083;&#1080;&#1097;&#1085;&#1099;&#1077;%20&#1074;&#1086;&#1087;&#1088;&#1086;&#1089;&#1099;\2024\&#1087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238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49</cp:revision>
  <cp:lastPrinted>2024-12-23T05:48:00Z</cp:lastPrinted>
  <dcterms:created xsi:type="dcterms:W3CDTF">2024-01-22T06:42:00Z</dcterms:created>
  <dcterms:modified xsi:type="dcterms:W3CDTF">2024-12-23T07:22:00Z</dcterms:modified>
</cp:coreProperties>
</file>