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09B" w:rsidRDefault="005A309C" w:rsidP="008C109B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 xml:space="preserve">П О С Т А Н </w:t>
      </w:r>
      <w:r w:rsidRPr="008C109B">
        <w:rPr>
          <w:rFonts w:ascii="Times New Roman" w:hAnsi="Times New Roman" w:cs="Times New Roman"/>
          <w:b/>
          <w:noProof/>
          <w:sz w:val="28"/>
          <w:szCs w:val="28"/>
        </w:rPr>
        <w:t>О В</w:t>
      </w:r>
      <w:r w:rsidRPr="005A309C">
        <w:rPr>
          <w:rFonts w:ascii="Times New Roman" w:hAnsi="Times New Roman" w:cs="Times New Roman"/>
          <w:b/>
          <w:noProof/>
          <w:sz w:val="28"/>
          <w:szCs w:val="28"/>
        </w:rPr>
        <w:t xml:space="preserve"> Л Е Н И Е</w:t>
      </w:r>
    </w:p>
    <w:p w:rsidR="008C109B" w:rsidRDefault="008C109B" w:rsidP="008C109B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C109B" w:rsidRDefault="00165BA9" w:rsidP="008C109B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9</w:t>
      </w:r>
      <w:r w:rsidR="006C55AE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C0373D">
        <w:rPr>
          <w:rFonts w:ascii="Times New Roman" w:hAnsi="Times New Roman" w:cs="Times New Roman"/>
          <w:sz w:val="28"/>
          <w:szCs w:val="28"/>
        </w:rPr>
        <w:t xml:space="preserve">  2024</w:t>
      </w:r>
      <w:r w:rsidR="00A50298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 110</w:t>
      </w:r>
    </w:p>
    <w:p w:rsidR="008C109B" w:rsidRDefault="008C109B" w:rsidP="008C109B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20F2" w:rsidRDefault="001020F2" w:rsidP="008C109B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2318DE" w:rsidRPr="002318DE" w:rsidRDefault="002318DE" w:rsidP="002318D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D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Pr="00231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BA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еречня</w:t>
      </w:r>
      <w:r w:rsidRPr="002318DE">
        <w:rPr>
          <w:rFonts w:ascii="Times New Roman" w:hAnsi="Times New Roman" w:cs="Times New Roman"/>
          <w:b/>
          <w:sz w:val="28"/>
          <w:szCs w:val="28"/>
        </w:rPr>
        <w:t xml:space="preserve"> избирательных участков</w:t>
      </w:r>
    </w:p>
    <w:p w:rsidR="002318DE" w:rsidRPr="002318DE" w:rsidRDefault="002318DE" w:rsidP="002318D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DE">
        <w:rPr>
          <w:rFonts w:ascii="Times New Roman" w:hAnsi="Times New Roman" w:cs="Times New Roman"/>
          <w:b/>
          <w:sz w:val="28"/>
          <w:szCs w:val="28"/>
        </w:rPr>
        <w:t>для проведения голосования и подсчёта голосов избирателей на выборах, проводимых на территории</w:t>
      </w:r>
    </w:p>
    <w:p w:rsidR="002318DE" w:rsidRPr="002318DE" w:rsidRDefault="002318DE" w:rsidP="002318D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DE">
        <w:rPr>
          <w:rFonts w:ascii="Times New Roman" w:hAnsi="Times New Roman" w:cs="Times New Roman"/>
          <w:b/>
          <w:sz w:val="28"/>
          <w:szCs w:val="28"/>
        </w:rPr>
        <w:t>Красноборского муниципального округа Архангельской области</w:t>
      </w:r>
    </w:p>
    <w:p w:rsidR="002318DE" w:rsidRPr="002318DE" w:rsidRDefault="002318DE" w:rsidP="002318D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31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8DE" w:rsidRPr="002318DE" w:rsidRDefault="002318DE" w:rsidP="002318D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318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18DE">
        <w:rPr>
          <w:rFonts w:ascii="Times New Roman" w:hAnsi="Times New Roman" w:cs="Times New Roman"/>
          <w:sz w:val="28"/>
          <w:szCs w:val="28"/>
        </w:rPr>
        <w:t xml:space="preserve"> В соответствии со статьёй 19 Федерального закона от 12 июня 2002 года №67-ФЗ «Об основных гарантиях избирательных прав и права на участие в референдуме граждан Российской Федерации», </w:t>
      </w:r>
      <w:r w:rsidR="00165BA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2318DE">
        <w:rPr>
          <w:rFonts w:ascii="Times New Roman" w:hAnsi="Times New Roman" w:cs="Times New Roman"/>
          <w:sz w:val="28"/>
          <w:szCs w:val="28"/>
        </w:rPr>
        <w:t>законом Архангельской области от 23 сентября 2004 года №258-внеоч-ОЗ «О статусе и границах территорий муниципальных образо</w:t>
      </w:r>
      <w:r w:rsidR="00165BA9">
        <w:rPr>
          <w:rFonts w:ascii="Times New Roman" w:hAnsi="Times New Roman" w:cs="Times New Roman"/>
          <w:sz w:val="28"/>
          <w:szCs w:val="28"/>
        </w:rPr>
        <w:t xml:space="preserve">ваний в Архангельской области», </w:t>
      </w:r>
      <w:r>
        <w:rPr>
          <w:rFonts w:ascii="Times New Roman" w:hAnsi="Times New Roman" w:cs="Times New Roman"/>
          <w:sz w:val="28"/>
          <w:szCs w:val="28"/>
        </w:rPr>
        <w:t>областным законом</w:t>
      </w:r>
      <w:r w:rsidR="001677CA">
        <w:rPr>
          <w:rFonts w:ascii="Times New Roman" w:hAnsi="Times New Roman" w:cs="Times New Roman"/>
          <w:sz w:val="28"/>
          <w:szCs w:val="28"/>
        </w:rPr>
        <w:t xml:space="preserve"> от 31 мая 2023 года №714-44-ОЗ «О преобразовании сельских поселений Красноборского мун</w:t>
      </w:r>
      <w:r w:rsidR="00FD301C">
        <w:rPr>
          <w:rFonts w:ascii="Times New Roman" w:hAnsi="Times New Roman" w:cs="Times New Roman"/>
          <w:sz w:val="28"/>
          <w:szCs w:val="28"/>
        </w:rPr>
        <w:t>и</w:t>
      </w:r>
      <w:r w:rsidR="001677CA">
        <w:rPr>
          <w:rFonts w:ascii="Times New Roman" w:hAnsi="Times New Roman" w:cs="Times New Roman"/>
          <w:sz w:val="28"/>
          <w:szCs w:val="28"/>
        </w:rPr>
        <w:t>ципального района Архангельской области путем их объединения и наделения вновь образованного муниципального образования статусом Красноборского муниципального округа Архангельской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8DE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1677CA">
        <w:rPr>
          <w:rFonts w:ascii="Times New Roman" w:hAnsi="Times New Roman" w:cs="Times New Roman"/>
          <w:sz w:val="28"/>
          <w:szCs w:val="28"/>
        </w:rPr>
        <w:t xml:space="preserve">ация </w:t>
      </w:r>
      <w:r w:rsidRPr="002318DE">
        <w:rPr>
          <w:rFonts w:ascii="Times New Roman" w:hAnsi="Times New Roman" w:cs="Times New Roman"/>
          <w:sz w:val="28"/>
          <w:szCs w:val="28"/>
        </w:rPr>
        <w:t>Кр</w:t>
      </w:r>
      <w:r w:rsidR="001677CA">
        <w:rPr>
          <w:rFonts w:ascii="Times New Roman" w:hAnsi="Times New Roman" w:cs="Times New Roman"/>
          <w:sz w:val="28"/>
          <w:szCs w:val="28"/>
        </w:rPr>
        <w:t>асноборского муниципального округа</w:t>
      </w:r>
      <w:r w:rsidRPr="002318DE">
        <w:rPr>
          <w:rFonts w:ascii="Times New Roman" w:hAnsi="Times New Roman" w:cs="Times New Roman"/>
          <w:sz w:val="28"/>
          <w:szCs w:val="28"/>
        </w:rPr>
        <w:t xml:space="preserve"> </w:t>
      </w:r>
      <w:r w:rsidR="00165BA9">
        <w:rPr>
          <w:rFonts w:ascii="Times New Roman" w:hAnsi="Times New Roman" w:cs="Times New Roman"/>
          <w:sz w:val="28"/>
          <w:szCs w:val="28"/>
        </w:rPr>
        <w:t xml:space="preserve"> </w:t>
      </w:r>
      <w:r w:rsidRPr="002318DE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2318DE">
        <w:rPr>
          <w:rFonts w:ascii="Times New Roman" w:hAnsi="Times New Roman" w:cs="Times New Roman"/>
          <w:sz w:val="28"/>
          <w:szCs w:val="28"/>
        </w:rPr>
        <w:t>:</w:t>
      </w:r>
      <w:r w:rsidRPr="002318D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D301C" w:rsidRPr="00FD301C" w:rsidRDefault="002318DE" w:rsidP="00FD30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D301C"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65BA9">
        <w:rPr>
          <w:rFonts w:ascii="Times New Roman" w:hAnsi="Times New Roman" w:cs="Times New Roman"/>
          <w:sz w:val="28"/>
          <w:szCs w:val="28"/>
        </w:rPr>
        <w:t>Утвердить прилагаемый П</w:t>
      </w:r>
      <w:r w:rsidR="00FD301C" w:rsidRPr="00FD301C">
        <w:rPr>
          <w:rFonts w:ascii="Times New Roman" w:hAnsi="Times New Roman" w:cs="Times New Roman"/>
          <w:sz w:val="28"/>
          <w:szCs w:val="28"/>
        </w:rPr>
        <w:t>еречень избирательных участков для проведения голосования и подсчёта голосов избирателей на выборах, проводимых на территории Крас</w:t>
      </w:r>
      <w:r w:rsidR="00FD301C">
        <w:rPr>
          <w:rFonts w:ascii="Times New Roman" w:hAnsi="Times New Roman" w:cs="Times New Roman"/>
          <w:sz w:val="28"/>
          <w:szCs w:val="28"/>
        </w:rPr>
        <w:t>ноборского муниципального округа</w:t>
      </w:r>
      <w:r w:rsidR="00165BA9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  <w:r w:rsidR="00FD301C">
        <w:rPr>
          <w:rFonts w:ascii="Times New Roman" w:hAnsi="Times New Roman" w:cs="Times New Roman"/>
          <w:sz w:val="28"/>
          <w:szCs w:val="28"/>
        </w:rPr>
        <w:t xml:space="preserve"> </w:t>
      </w:r>
      <w:r w:rsidR="00165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01C" w:rsidRPr="00727A8C" w:rsidRDefault="00FD301C" w:rsidP="00727A8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D301C">
        <w:t xml:space="preserve">       2. </w:t>
      </w:r>
      <w:r w:rsidR="00165BA9">
        <w:rPr>
          <w:rFonts w:ascii="Times New Roman" w:hAnsi="Times New Roman" w:cs="Times New Roman"/>
          <w:sz w:val="28"/>
          <w:szCs w:val="28"/>
        </w:rPr>
        <w:t>Признать утратившими силу по</w:t>
      </w:r>
      <w:r w:rsidRPr="00727A8C">
        <w:rPr>
          <w:rFonts w:ascii="Times New Roman" w:hAnsi="Times New Roman" w:cs="Times New Roman"/>
          <w:sz w:val="28"/>
          <w:szCs w:val="28"/>
        </w:rPr>
        <w:t>становления администрации МО «Красноборский муниципальный район»:</w:t>
      </w:r>
    </w:p>
    <w:p w:rsidR="00FD301C" w:rsidRPr="00727A8C" w:rsidRDefault="00727A8C" w:rsidP="00727A8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27A8C">
        <w:rPr>
          <w:rFonts w:ascii="Times New Roman" w:hAnsi="Times New Roman" w:cs="Times New Roman"/>
          <w:sz w:val="28"/>
          <w:szCs w:val="28"/>
        </w:rPr>
        <w:t xml:space="preserve">- </w:t>
      </w:r>
      <w:r w:rsidRPr="00727A8C">
        <w:rPr>
          <w:rFonts w:ascii="Times New Roman" w:eastAsia="Times New Roman" w:hAnsi="Times New Roman" w:cs="Times New Roman"/>
          <w:sz w:val="28"/>
          <w:szCs w:val="28"/>
        </w:rPr>
        <w:t>от 30 июня 2023 г. № 491</w:t>
      </w:r>
      <w:r w:rsidRPr="00727A8C">
        <w:rPr>
          <w:rFonts w:ascii="Times New Roman" w:hAnsi="Times New Roman" w:cs="Times New Roman"/>
          <w:sz w:val="28"/>
          <w:szCs w:val="28"/>
        </w:rPr>
        <w:t xml:space="preserve">  </w:t>
      </w:r>
      <w:r w:rsidR="00FD301C" w:rsidRPr="00727A8C">
        <w:rPr>
          <w:rFonts w:ascii="Times New Roman" w:hAnsi="Times New Roman" w:cs="Times New Roman"/>
          <w:sz w:val="28"/>
          <w:szCs w:val="28"/>
        </w:rPr>
        <w:t>«О перечне избирательных участков для проведения голосования и подсчета голосов избирателей на выборах, проводимых на территории Красноборского района»;</w:t>
      </w:r>
    </w:p>
    <w:p w:rsidR="00727A8C" w:rsidRPr="00727A8C" w:rsidRDefault="00727A8C" w:rsidP="00727A8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27A8C">
        <w:rPr>
          <w:rFonts w:ascii="Times New Roman" w:hAnsi="Times New Roman" w:cs="Times New Roman"/>
          <w:sz w:val="28"/>
          <w:szCs w:val="28"/>
        </w:rPr>
        <w:t>- от</w:t>
      </w:r>
      <w:r w:rsidR="00165B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 декабря 2</w:t>
      </w:r>
      <w:r w:rsidRPr="00727A8C">
        <w:rPr>
          <w:rFonts w:ascii="Times New Roman" w:hAnsi="Times New Roman" w:cs="Times New Roman"/>
          <w:sz w:val="28"/>
          <w:szCs w:val="28"/>
        </w:rPr>
        <w:t>023 г. № 1011 «О внесении изменений в перечень избирательных участков для проведения голосования и подсчёта голосов избирателей на выборах, проводимых на территории Красноборского муниципального округа Архангельской области»</w:t>
      </w:r>
      <w:r w:rsidR="00165BA9">
        <w:rPr>
          <w:rFonts w:ascii="Times New Roman" w:hAnsi="Times New Roman" w:cs="Times New Roman"/>
          <w:sz w:val="28"/>
          <w:szCs w:val="28"/>
        </w:rPr>
        <w:t>.</w:t>
      </w:r>
    </w:p>
    <w:p w:rsidR="00727A8C" w:rsidRPr="00727A8C" w:rsidRDefault="00727A8C" w:rsidP="00727A8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27A8C" w:rsidRPr="00FD301C" w:rsidRDefault="00727A8C" w:rsidP="00727A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301C" w:rsidRPr="00FD301C" w:rsidRDefault="00FD301C" w:rsidP="00FD30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D301C">
        <w:rPr>
          <w:rFonts w:ascii="Times New Roman" w:hAnsi="Times New Roman" w:cs="Times New Roman"/>
          <w:sz w:val="28"/>
          <w:szCs w:val="28"/>
        </w:rPr>
        <w:lastRenderedPageBreak/>
        <w:t xml:space="preserve">       3. Настоящее постановление вступает в силу со дня его подписания и подлежит официальному опубликованию.</w:t>
      </w:r>
    </w:p>
    <w:p w:rsidR="00FD301C" w:rsidRPr="00FD301C" w:rsidRDefault="00FD301C" w:rsidP="00FD301C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0368F" w:rsidRPr="0070368F" w:rsidRDefault="0070368F" w:rsidP="0070368F">
      <w:pPr>
        <w:pStyle w:val="a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BE295D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       Е.А. Вяткин</w:t>
      </w:r>
    </w:p>
    <w:p w:rsidR="005A309C" w:rsidRPr="005A309C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5A309C" w:rsidRPr="00680278" w:rsidRDefault="005A309C" w:rsidP="0068027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0368F" w:rsidRDefault="0070368F" w:rsidP="00680278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368F" w:rsidRDefault="0070368F" w:rsidP="00680278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70368F" w:rsidSect="00F94823">
      <w:pgSz w:w="11906" w:h="16838"/>
      <w:pgMar w:top="568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B11" w:rsidRDefault="00B53B11" w:rsidP="00F94823">
      <w:pPr>
        <w:spacing w:after="0" w:line="240" w:lineRule="auto"/>
      </w:pPr>
      <w:r>
        <w:separator/>
      </w:r>
    </w:p>
  </w:endnote>
  <w:endnote w:type="continuationSeparator" w:id="1">
    <w:p w:rsidR="00B53B11" w:rsidRDefault="00B53B11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B11" w:rsidRDefault="00B53B11" w:rsidP="00F94823">
      <w:pPr>
        <w:spacing w:after="0" w:line="240" w:lineRule="auto"/>
      </w:pPr>
      <w:r>
        <w:separator/>
      </w:r>
    </w:p>
  </w:footnote>
  <w:footnote w:type="continuationSeparator" w:id="1">
    <w:p w:rsidR="00B53B11" w:rsidRDefault="00B53B11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2C3E"/>
    <w:rsid w:val="000431D9"/>
    <w:rsid w:val="00064718"/>
    <w:rsid w:val="0008579E"/>
    <w:rsid w:val="001020F2"/>
    <w:rsid w:val="00142F93"/>
    <w:rsid w:val="00165BA9"/>
    <w:rsid w:val="001677CA"/>
    <w:rsid w:val="002318DE"/>
    <w:rsid w:val="00232B3D"/>
    <w:rsid w:val="00243407"/>
    <w:rsid w:val="00267234"/>
    <w:rsid w:val="00272C3E"/>
    <w:rsid w:val="002A7754"/>
    <w:rsid w:val="002E496B"/>
    <w:rsid w:val="00395752"/>
    <w:rsid w:val="003D1683"/>
    <w:rsid w:val="00422979"/>
    <w:rsid w:val="004A1D4B"/>
    <w:rsid w:val="00500F7C"/>
    <w:rsid w:val="005A309C"/>
    <w:rsid w:val="006561DF"/>
    <w:rsid w:val="00680278"/>
    <w:rsid w:val="006A562F"/>
    <w:rsid w:val="006C55AE"/>
    <w:rsid w:val="0070368F"/>
    <w:rsid w:val="00725D8A"/>
    <w:rsid w:val="00727A8C"/>
    <w:rsid w:val="008C109B"/>
    <w:rsid w:val="008E5EDB"/>
    <w:rsid w:val="008F471C"/>
    <w:rsid w:val="0097190B"/>
    <w:rsid w:val="00A13C73"/>
    <w:rsid w:val="00A34E35"/>
    <w:rsid w:val="00A45B6F"/>
    <w:rsid w:val="00A50298"/>
    <w:rsid w:val="00AF7752"/>
    <w:rsid w:val="00B53B11"/>
    <w:rsid w:val="00B71ED7"/>
    <w:rsid w:val="00B73148"/>
    <w:rsid w:val="00BE295D"/>
    <w:rsid w:val="00C0373D"/>
    <w:rsid w:val="00C81F43"/>
    <w:rsid w:val="00D0789C"/>
    <w:rsid w:val="00D5546E"/>
    <w:rsid w:val="00D723BB"/>
    <w:rsid w:val="00E965C2"/>
    <w:rsid w:val="00F94823"/>
    <w:rsid w:val="00FD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paragraph" w:styleId="1">
    <w:name w:val="heading 1"/>
    <w:basedOn w:val="a"/>
    <w:next w:val="a"/>
    <w:link w:val="10"/>
    <w:qFormat/>
    <w:rsid w:val="00C037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character" w:customStyle="1" w:styleId="10">
    <w:name w:val="Заголовок 1 Знак"/>
    <w:basedOn w:val="a0"/>
    <w:link w:val="1"/>
    <w:rsid w:val="00C037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1">
    <w:name w:val="Основной текст 21"/>
    <w:basedOn w:val="a"/>
    <w:rsid w:val="00C0373D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  <w:style w:type="paragraph" w:styleId="3">
    <w:name w:val="Body Text 3"/>
    <w:basedOn w:val="a"/>
    <w:link w:val="30"/>
    <w:rsid w:val="00C037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0373D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No Spacing"/>
    <w:uiPriority w:val="1"/>
    <w:qFormat/>
    <w:rsid w:val="00C0373D"/>
    <w:pPr>
      <w:spacing w:after="0" w:line="240" w:lineRule="auto"/>
    </w:pPr>
  </w:style>
  <w:style w:type="paragraph" w:styleId="aa">
    <w:name w:val="Body Text"/>
    <w:basedOn w:val="a"/>
    <w:link w:val="ab"/>
    <w:rsid w:val="00500F7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500F7C"/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сновной текст 22"/>
    <w:basedOn w:val="a"/>
    <w:rsid w:val="002318D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  <w:style w:type="paragraph" w:customStyle="1" w:styleId="23">
    <w:name w:val="Основной текст 23"/>
    <w:basedOn w:val="a"/>
    <w:rsid w:val="00FD301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76;&#1077;&#1078;&#1076;&#1072;%20&#1042;&#1080;&#1082;&#1090;&#1086;&#1088;&#1086;&#1074;&#1085;&#1072;\Desktop\&#1048;&#1089;&#1090;&#1088;&#1091;&#1082;&#1094;&#1080;&#1103;%20&#1087;&#1086;%20&#1076;&#1087;\&#1073;&#1083;&#1072;&#1085;&#1082;&#1080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Надежда Викторовна</cp:lastModifiedBy>
  <cp:revision>10</cp:revision>
  <cp:lastPrinted>2024-02-05T08:14:00Z</cp:lastPrinted>
  <dcterms:created xsi:type="dcterms:W3CDTF">2024-01-17T06:11:00Z</dcterms:created>
  <dcterms:modified xsi:type="dcterms:W3CDTF">2024-02-16T05:09:00Z</dcterms:modified>
</cp:coreProperties>
</file>