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9C" w:rsidRPr="003D49D2" w:rsidRDefault="005A309C" w:rsidP="00980558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980558">
      <w:pPr>
        <w:spacing w:after="0"/>
        <w:ind w:left="-142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980558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980558" w:rsidRPr="005A309C" w:rsidRDefault="00980558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Default="00DC5E8D" w:rsidP="005A309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Я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Ж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20117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292A43" w:rsidRDefault="00292A43" w:rsidP="005A309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A309C" w:rsidRDefault="00010095" w:rsidP="005A30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</w:t>
      </w:r>
      <w:r w:rsidR="00EA09A0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5E34DA">
        <w:rPr>
          <w:rFonts w:ascii="Times New Roman" w:hAnsi="Times New Roman" w:cs="Times New Roman"/>
          <w:sz w:val="28"/>
          <w:szCs w:val="28"/>
        </w:rPr>
        <w:t xml:space="preserve"> 202</w:t>
      </w:r>
      <w:r w:rsidR="008C0F9A">
        <w:rPr>
          <w:rFonts w:ascii="Times New Roman" w:hAnsi="Times New Roman" w:cs="Times New Roman"/>
          <w:sz w:val="28"/>
          <w:szCs w:val="28"/>
        </w:rPr>
        <w:t>4</w:t>
      </w:r>
      <w:r w:rsidR="00EA09A0">
        <w:rPr>
          <w:rFonts w:ascii="Times New Roman" w:hAnsi="Times New Roman" w:cs="Times New Roman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sz w:val="28"/>
          <w:szCs w:val="28"/>
        </w:rPr>
        <w:t>№ 14-р</w:t>
      </w:r>
      <w:r w:rsidR="008C0F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A43" w:rsidRPr="005A309C" w:rsidRDefault="00292A43" w:rsidP="005A3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0558" w:rsidRDefault="00980558" w:rsidP="00980558">
      <w:pPr>
        <w:jc w:val="center"/>
        <w:rPr>
          <w:rFonts w:ascii="Times New Roman" w:hAnsi="Times New Roman" w:cs="Times New Roman"/>
          <w:sz w:val="20"/>
          <w:szCs w:val="20"/>
        </w:rPr>
      </w:pPr>
      <w:r w:rsidRPr="00980558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980558" w:rsidRDefault="00980558" w:rsidP="0098055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80558" w:rsidRPr="00980558" w:rsidRDefault="00980558" w:rsidP="0098055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122F5" w:rsidRPr="005122F5" w:rsidRDefault="00157C17" w:rsidP="00157C17">
      <w:pPr>
        <w:pStyle w:val="a6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комиссии по реализации мероприятий по улучшению</w:t>
      </w:r>
    </w:p>
    <w:p w:rsidR="005122F5" w:rsidRPr="005122F5" w:rsidRDefault="00157C17" w:rsidP="005122F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жилищных условий граждан, проживающих на сельских территориях</w:t>
      </w:r>
    </w:p>
    <w:p w:rsidR="005122F5" w:rsidRPr="005122F5" w:rsidRDefault="00157C17" w:rsidP="00157C17">
      <w:pPr>
        <w:pStyle w:val="a6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  <w:r w:rsidR="00841BC0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5122F5" w:rsidRPr="005122F5" w:rsidRDefault="005122F5" w:rsidP="005122F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558" w:rsidRPr="005122F5" w:rsidRDefault="00980558" w:rsidP="005122F5">
      <w:pPr>
        <w:rPr>
          <w:rFonts w:ascii="Times New Roman" w:hAnsi="Times New Roman" w:cs="Times New Roman"/>
          <w:sz w:val="28"/>
          <w:szCs w:val="28"/>
        </w:rPr>
      </w:pPr>
    </w:p>
    <w:p w:rsidR="00841BC0" w:rsidRPr="00F43475" w:rsidRDefault="00841BC0" w:rsidP="00565FD9">
      <w:pPr>
        <w:pStyle w:val="ab"/>
        <w:tabs>
          <w:tab w:val="left" w:pos="709"/>
        </w:tabs>
        <w:ind w:firstLine="720"/>
        <w:rPr>
          <w:szCs w:val="28"/>
        </w:rPr>
      </w:pPr>
      <w:r>
        <w:rPr>
          <w:szCs w:val="28"/>
        </w:rPr>
        <w:t>В целях реализации государственной</w:t>
      </w:r>
      <w:r w:rsidR="00565FD9">
        <w:rPr>
          <w:szCs w:val="28"/>
        </w:rPr>
        <w:t xml:space="preserve"> программы </w:t>
      </w:r>
      <w:r>
        <w:rPr>
          <w:szCs w:val="28"/>
        </w:rPr>
        <w:t>«Комплексное развитие сельских территорий Архангельской области», утвержденной постановлением Правительства Архангельской области от 24.09.2019 года № 510-пп, муниципальной программы</w:t>
      </w:r>
      <w:r w:rsidR="00565FD9">
        <w:rPr>
          <w:szCs w:val="28"/>
        </w:rPr>
        <w:t xml:space="preserve"> Красноборского муниципального округа Архангельской области </w:t>
      </w:r>
      <w:r w:rsidRPr="002F5C8C">
        <w:rPr>
          <w:szCs w:val="28"/>
        </w:rPr>
        <w:t>«</w:t>
      </w:r>
      <w:r>
        <w:rPr>
          <w:szCs w:val="28"/>
        </w:rPr>
        <w:t>Комплексное</w:t>
      </w:r>
      <w:r w:rsidRPr="002F5C8C">
        <w:rPr>
          <w:szCs w:val="28"/>
        </w:rPr>
        <w:t xml:space="preserve"> развитие сельских территорий </w:t>
      </w:r>
      <w:r w:rsidR="00DB34AA">
        <w:rPr>
          <w:szCs w:val="28"/>
        </w:rPr>
        <w:t>Красноборского муниципального округа»</w:t>
      </w:r>
      <w:r w:rsidRPr="002F5C8C">
        <w:rPr>
          <w:szCs w:val="28"/>
        </w:rPr>
        <w:t>, утвержденн</w:t>
      </w:r>
      <w:r>
        <w:rPr>
          <w:szCs w:val="28"/>
        </w:rPr>
        <w:t>ой</w:t>
      </w:r>
      <w:r w:rsidRPr="002F5C8C">
        <w:rPr>
          <w:szCs w:val="28"/>
        </w:rPr>
        <w:t xml:space="preserve"> постановлением администрации МО «Красноборский муници</w:t>
      </w:r>
      <w:r w:rsidR="005E17A3">
        <w:rPr>
          <w:szCs w:val="28"/>
        </w:rPr>
        <w:t xml:space="preserve">пальный район» </w:t>
      </w:r>
      <w:r w:rsidRPr="002F5C8C">
        <w:rPr>
          <w:szCs w:val="28"/>
        </w:rPr>
        <w:t xml:space="preserve">от </w:t>
      </w:r>
      <w:r>
        <w:rPr>
          <w:szCs w:val="28"/>
        </w:rPr>
        <w:t>29</w:t>
      </w:r>
      <w:r w:rsidRPr="002F5C8C">
        <w:rPr>
          <w:szCs w:val="28"/>
        </w:rPr>
        <w:t>.</w:t>
      </w:r>
      <w:r>
        <w:rPr>
          <w:szCs w:val="28"/>
        </w:rPr>
        <w:t>10</w:t>
      </w:r>
      <w:r w:rsidRPr="002F5C8C">
        <w:rPr>
          <w:szCs w:val="28"/>
        </w:rPr>
        <w:t>.201</w:t>
      </w:r>
      <w:r>
        <w:rPr>
          <w:szCs w:val="28"/>
        </w:rPr>
        <w:t>9</w:t>
      </w:r>
      <w:r w:rsidRPr="002F5C8C">
        <w:rPr>
          <w:szCs w:val="28"/>
        </w:rPr>
        <w:t xml:space="preserve"> года № </w:t>
      </w:r>
      <w:r>
        <w:rPr>
          <w:szCs w:val="28"/>
        </w:rPr>
        <w:t xml:space="preserve">524 (с изменениями от 27.05.2020 № 258, от 29.12.2020 № 819, от 02.07.2021 № 436, от 05.10.2021 № 726, от </w:t>
      </w:r>
      <w:r w:rsidRPr="00B40D59">
        <w:rPr>
          <w:szCs w:val="28"/>
        </w:rPr>
        <w:t>24.11.2021 № 884</w:t>
      </w:r>
      <w:r>
        <w:rPr>
          <w:szCs w:val="28"/>
        </w:rPr>
        <w:t>, от 29.12.2021 № 1001, от 22.01.2022 № 35, от 18.02.2022 № 86, от 28.06.2022 № 500, от 19.12.2022 № 1063, от 19.01.2023 № 20, от 15.03.2023 № 159; от 29.12.2023 № 1044):</w:t>
      </w:r>
    </w:p>
    <w:p w:rsidR="00B162FE" w:rsidRDefault="00841BC0" w:rsidP="00B162FE">
      <w:pPr>
        <w:pStyle w:val="ab"/>
        <w:numPr>
          <w:ilvl w:val="0"/>
          <w:numId w:val="3"/>
        </w:numPr>
        <w:tabs>
          <w:tab w:val="left" w:pos="1134"/>
        </w:tabs>
        <w:ind w:left="0" w:firstLine="720"/>
        <w:rPr>
          <w:szCs w:val="28"/>
        </w:rPr>
      </w:pPr>
      <w:r>
        <w:rPr>
          <w:szCs w:val="28"/>
        </w:rPr>
        <w:t>Создать комиссию по реализации мероприятий по улучшению жилищных условий граждан, проживающих на сельских территориях  Красноборского муниципального округа Архангельской области (далее – Комиссия) и ут</w:t>
      </w:r>
      <w:r w:rsidR="0081537F">
        <w:rPr>
          <w:szCs w:val="28"/>
        </w:rPr>
        <w:t>вердить ее прилагаемый состав (П</w:t>
      </w:r>
      <w:r>
        <w:rPr>
          <w:szCs w:val="28"/>
        </w:rPr>
        <w:t>риложение 1).</w:t>
      </w:r>
    </w:p>
    <w:p w:rsidR="00841BC0" w:rsidRPr="00B162FE" w:rsidRDefault="00B162FE" w:rsidP="00B162FE">
      <w:pPr>
        <w:pStyle w:val="ab"/>
        <w:numPr>
          <w:ilvl w:val="0"/>
          <w:numId w:val="3"/>
        </w:numPr>
        <w:tabs>
          <w:tab w:val="left" w:pos="1134"/>
        </w:tabs>
        <w:ind w:left="0" w:firstLine="720"/>
        <w:rPr>
          <w:szCs w:val="28"/>
        </w:rPr>
      </w:pPr>
      <w:r w:rsidRPr="00B162FE">
        <w:rPr>
          <w:szCs w:val="28"/>
        </w:rPr>
        <w:t xml:space="preserve"> </w:t>
      </w:r>
      <w:r w:rsidR="00292A43">
        <w:rPr>
          <w:szCs w:val="28"/>
        </w:rPr>
        <w:t>Утвердить прилагаемое П</w:t>
      </w:r>
      <w:r w:rsidR="0081537F">
        <w:rPr>
          <w:szCs w:val="28"/>
        </w:rPr>
        <w:t>оложение о комиссии (П</w:t>
      </w:r>
      <w:r w:rsidR="00841BC0" w:rsidRPr="00B162FE">
        <w:rPr>
          <w:szCs w:val="28"/>
        </w:rPr>
        <w:t>риложение 2).</w:t>
      </w:r>
    </w:p>
    <w:p w:rsidR="00841BC0" w:rsidRPr="00497FE8" w:rsidRDefault="00841BC0" w:rsidP="00B162FE">
      <w:pPr>
        <w:pStyle w:val="ab"/>
        <w:numPr>
          <w:ilvl w:val="0"/>
          <w:numId w:val="3"/>
        </w:numPr>
        <w:tabs>
          <w:tab w:val="left" w:pos="1276"/>
          <w:tab w:val="left" w:pos="1560"/>
        </w:tabs>
        <w:ind w:left="0" w:firstLine="720"/>
        <w:rPr>
          <w:szCs w:val="28"/>
        </w:rPr>
      </w:pPr>
      <w:r w:rsidRPr="00497FE8">
        <w:rPr>
          <w:szCs w:val="28"/>
        </w:rPr>
        <w:t>Признать утратившими силу распоряжения администрации муниципального образования «Красноборский муниципальный район»:</w:t>
      </w:r>
    </w:p>
    <w:p w:rsidR="00841BC0" w:rsidRDefault="00292A43" w:rsidP="00841BC0">
      <w:pPr>
        <w:pStyle w:val="ab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от 16.01.</w:t>
      </w:r>
      <w:r w:rsidR="001E1A29">
        <w:rPr>
          <w:szCs w:val="28"/>
        </w:rPr>
        <w:t>2020</w:t>
      </w:r>
      <w:r w:rsidR="00841BC0">
        <w:rPr>
          <w:szCs w:val="28"/>
        </w:rPr>
        <w:t xml:space="preserve"> года</w:t>
      </w:r>
      <w:r w:rsidR="001E1A29">
        <w:rPr>
          <w:szCs w:val="28"/>
        </w:rPr>
        <w:t xml:space="preserve"> № 4-р</w:t>
      </w:r>
      <w:r w:rsidR="00683AD0">
        <w:rPr>
          <w:szCs w:val="28"/>
        </w:rPr>
        <w:t xml:space="preserve"> «</w:t>
      </w:r>
      <w:r w:rsidR="00841BC0">
        <w:rPr>
          <w:szCs w:val="28"/>
        </w:rPr>
        <w:t>О создании комиссии по реализации мероприятий по улучшению жилищны</w:t>
      </w:r>
      <w:r w:rsidR="001E1A29">
        <w:rPr>
          <w:szCs w:val="28"/>
        </w:rPr>
        <w:t>х условий граждан, проживающих на сельских территориях МО «Красноборский муниципальный район</w:t>
      </w:r>
      <w:r w:rsidR="00841BC0">
        <w:rPr>
          <w:szCs w:val="28"/>
        </w:rPr>
        <w:t xml:space="preserve">»; </w:t>
      </w:r>
    </w:p>
    <w:p w:rsidR="00DE5E46" w:rsidRDefault="00841BC0" w:rsidP="00DE5E46">
      <w:pPr>
        <w:pStyle w:val="ab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 xml:space="preserve">от </w:t>
      </w:r>
      <w:r w:rsidR="00DE5E46">
        <w:rPr>
          <w:szCs w:val="28"/>
        </w:rPr>
        <w:t>01.06.2020</w:t>
      </w:r>
      <w:r>
        <w:rPr>
          <w:szCs w:val="28"/>
        </w:rPr>
        <w:t xml:space="preserve"> г</w:t>
      </w:r>
      <w:r w:rsidR="00DE5E46">
        <w:rPr>
          <w:szCs w:val="28"/>
        </w:rPr>
        <w:t>ода № 151</w:t>
      </w:r>
      <w:r>
        <w:rPr>
          <w:szCs w:val="28"/>
        </w:rPr>
        <w:t xml:space="preserve">-р </w:t>
      </w:r>
      <w:r w:rsidR="00EA09A0">
        <w:rPr>
          <w:szCs w:val="28"/>
        </w:rPr>
        <w:t>«</w:t>
      </w:r>
      <w:r w:rsidR="00DE5E46">
        <w:rPr>
          <w:szCs w:val="28"/>
        </w:rPr>
        <w:t>О</w:t>
      </w:r>
      <w:r w:rsidR="00683AD0">
        <w:rPr>
          <w:szCs w:val="28"/>
        </w:rPr>
        <w:t xml:space="preserve"> внесении изменений в распоряжение от 16.01.2020г. № 4-р</w:t>
      </w:r>
      <w:r w:rsidR="00DE5E46">
        <w:rPr>
          <w:szCs w:val="28"/>
        </w:rPr>
        <w:t xml:space="preserve">»; </w:t>
      </w:r>
    </w:p>
    <w:p w:rsidR="00DE5E46" w:rsidRDefault="00DE5E46" w:rsidP="00DE5E46">
      <w:pPr>
        <w:pStyle w:val="ab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lastRenderedPageBreak/>
        <w:t xml:space="preserve">от 18.02.2021 года № 46-р </w:t>
      </w:r>
      <w:r w:rsidR="00EA09A0">
        <w:rPr>
          <w:szCs w:val="28"/>
        </w:rPr>
        <w:t>«</w:t>
      </w:r>
      <w:r>
        <w:rPr>
          <w:szCs w:val="28"/>
        </w:rPr>
        <w:t>О внесении изменений в</w:t>
      </w:r>
      <w:r w:rsidR="00EA09A0">
        <w:rPr>
          <w:szCs w:val="28"/>
        </w:rPr>
        <w:t xml:space="preserve"> распоряжение от 16 января 2020г. № 4-р</w:t>
      </w:r>
      <w:r>
        <w:rPr>
          <w:szCs w:val="28"/>
        </w:rPr>
        <w:t xml:space="preserve">»; </w:t>
      </w:r>
    </w:p>
    <w:p w:rsidR="00DE5E46" w:rsidRDefault="00E57337" w:rsidP="00DE5E46">
      <w:pPr>
        <w:pStyle w:val="ab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от 26.01.2022 года № 21-р «</w:t>
      </w:r>
      <w:r w:rsidR="00DE5E46">
        <w:rPr>
          <w:szCs w:val="28"/>
        </w:rPr>
        <w:t xml:space="preserve">О внесении изменений в состав комиссии по реализации мероприятий по улучшению жилищных условий граждан, проживающих на сельских территориях МО «Красноборский муниципальный район»; </w:t>
      </w:r>
    </w:p>
    <w:p w:rsidR="00265383" w:rsidRDefault="00E57337" w:rsidP="00265383">
      <w:pPr>
        <w:pStyle w:val="ab"/>
        <w:numPr>
          <w:ilvl w:val="0"/>
          <w:numId w:val="2"/>
        </w:numPr>
        <w:ind w:left="0" w:firstLine="709"/>
        <w:rPr>
          <w:szCs w:val="28"/>
        </w:rPr>
      </w:pPr>
      <w:r>
        <w:rPr>
          <w:szCs w:val="28"/>
        </w:rPr>
        <w:t>от 27.11.2023 года № 343-р «</w:t>
      </w:r>
      <w:r w:rsidR="00265383">
        <w:rPr>
          <w:szCs w:val="28"/>
        </w:rPr>
        <w:t>О внесении изменений в состав комиссии по реализации мероприятий по улучшению жилищных условий граждан, проживающих на сельских территориях МО «Крас</w:t>
      </w:r>
      <w:r>
        <w:rPr>
          <w:szCs w:val="28"/>
        </w:rPr>
        <w:t>ноборский муниципальный район».</w:t>
      </w:r>
    </w:p>
    <w:p w:rsidR="00841BC0" w:rsidRPr="00841BC0" w:rsidRDefault="00841BC0" w:rsidP="00841B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BC0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его подписания и подлежит размещению на оф</w:t>
      </w:r>
      <w:r w:rsidR="00AA5CE3">
        <w:rPr>
          <w:rFonts w:ascii="Times New Roman" w:hAnsi="Times New Roman" w:cs="Times New Roman"/>
          <w:sz w:val="28"/>
          <w:szCs w:val="28"/>
        </w:rPr>
        <w:t>ициальном сайте администрации Красноборского муниципального округа Архангельской области</w:t>
      </w:r>
      <w:r w:rsidRPr="00841BC0">
        <w:rPr>
          <w:rFonts w:ascii="Times New Roman" w:hAnsi="Times New Roman" w:cs="Times New Roman"/>
          <w:sz w:val="28"/>
          <w:szCs w:val="28"/>
        </w:rPr>
        <w:t>.</w:t>
      </w:r>
    </w:p>
    <w:p w:rsidR="00980558" w:rsidRDefault="00980558" w:rsidP="0098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2F0" w:rsidRPr="005122F5" w:rsidRDefault="001622F0" w:rsidP="00565FD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1E1A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Е.А. Вяткин</w:t>
      </w: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422979" w:rsidRDefault="00422979"/>
    <w:sectPr w:rsidR="00422979" w:rsidSect="00980558">
      <w:pgSz w:w="11906" w:h="16838"/>
      <w:pgMar w:top="567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342" w:rsidRDefault="006D4342" w:rsidP="00980558">
      <w:pPr>
        <w:spacing w:after="0" w:line="240" w:lineRule="auto"/>
      </w:pPr>
      <w:r>
        <w:separator/>
      </w:r>
    </w:p>
  </w:endnote>
  <w:endnote w:type="continuationSeparator" w:id="1">
    <w:p w:rsidR="006D4342" w:rsidRDefault="006D4342" w:rsidP="0098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342" w:rsidRDefault="006D4342" w:rsidP="00980558">
      <w:pPr>
        <w:spacing w:after="0" w:line="240" w:lineRule="auto"/>
      </w:pPr>
      <w:r>
        <w:separator/>
      </w:r>
    </w:p>
  </w:footnote>
  <w:footnote w:type="continuationSeparator" w:id="1">
    <w:p w:rsidR="006D4342" w:rsidRDefault="006D4342" w:rsidP="0098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A3D3421"/>
    <w:multiLevelType w:val="hybridMultilevel"/>
    <w:tmpl w:val="B72CC764"/>
    <w:lvl w:ilvl="0" w:tplc="61882B6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7F0E123E"/>
    <w:multiLevelType w:val="hybridMultilevel"/>
    <w:tmpl w:val="9044E5A4"/>
    <w:lvl w:ilvl="0" w:tplc="8542A2B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7982"/>
    <w:rsid w:val="00010095"/>
    <w:rsid w:val="0003040F"/>
    <w:rsid w:val="00157C17"/>
    <w:rsid w:val="001622F0"/>
    <w:rsid w:val="001E1A29"/>
    <w:rsid w:val="00201170"/>
    <w:rsid w:val="00245C7E"/>
    <w:rsid w:val="00265383"/>
    <w:rsid w:val="00292A43"/>
    <w:rsid w:val="003E0C7D"/>
    <w:rsid w:val="004039FA"/>
    <w:rsid w:val="00422979"/>
    <w:rsid w:val="0050641F"/>
    <w:rsid w:val="005122F5"/>
    <w:rsid w:val="00565FD9"/>
    <w:rsid w:val="005A309C"/>
    <w:rsid w:val="005A3A4B"/>
    <w:rsid w:val="005E17A3"/>
    <w:rsid w:val="005E34DA"/>
    <w:rsid w:val="00683AD0"/>
    <w:rsid w:val="006D4342"/>
    <w:rsid w:val="0081537F"/>
    <w:rsid w:val="008363FC"/>
    <w:rsid w:val="00841BC0"/>
    <w:rsid w:val="00897232"/>
    <w:rsid w:val="008C0F9A"/>
    <w:rsid w:val="008E32B3"/>
    <w:rsid w:val="00980558"/>
    <w:rsid w:val="0099684D"/>
    <w:rsid w:val="00AA5CE3"/>
    <w:rsid w:val="00B162FE"/>
    <w:rsid w:val="00B27238"/>
    <w:rsid w:val="00D13A1B"/>
    <w:rsid w:val="00D87982"/>
    <w:rsid w:val="00DA36BC"/>
    <w:rsid w:val="00DB34AA"/>
    <w:rsid w:val="00DC0935"/>
    <w:rsid w:val="00DC5E8D"/>
    <w:rsid w:val="00DE5E46"/>
    <w:rsid w:val="00E360DF"/>
    <w:rsid w:val="00E57337"/>
    <w:rsid w:val="00EA09A0"/>
    <w:rsid w:val="00F02C2B"/>
    <w:rsid w:val="00F94CA6"/>
    <w:rsid w:val="00FF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122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5">
    <w:name w:val="Знак"/>
    <w:basedOn w:val="a"/>
    <w:rsid w:val="005122F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5122F5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0558"/>
  </w:style>
  <w:style w:type="paragraph" w:styleId="a9">
    <w:name w:val="footer"/>
    <w:basedOn w:val="a"/>
    <w:link w:val="aa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558"/>
  </w:style>
  <w:style w:type="paragraph" w:styleId="ab">
    <w:name w:val="Body Text"/>
    <w:basedOn w:val="a"/>
    <w:link w:val="ac"/>
    <w:rsid w:val="00841BC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841BC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1;&#1040;&#1056;&#1048;&#1057;&#1040;\&#1050;&#1056;&#1057;&#1058;\&#1050;&#1086;&#1084;&#1080;&#1089;&#1089;&#1080;&#1103;%20&#1050;&#1056;&#1057;&#1058;\&#1056;&#1072;&#1089;&#1087;&#1086;&#1088;&#1103;&#1078;&#1077;&#1085;&#1080;&#1077;_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Распоряжение_</Template>
  <TotalTime>95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2024-01-15T12:08:00Z</cp:lastPrinted>
  <dcterms:created xsi:type="dcterms:W3CDTF">2024-01-15T07:07:00Z</dcterms:created>
  <dcterms:modified xsi:type="dcterms:W3CDTF">2024-01-22T07:51:00Z</dcterms:modified>
</cp:coreProperties>
</file>